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90E75" w:rsidRDefault="00090E75" w14:paraId="2057BBBF" w14:textId="77777777">
      <w:pPr>
        <w:pStyle w:val="Tabellenkrper"/>
        <w:keepNext w:val="0"/>
        <w:keepLines w:val="0"/>
        <w:spacing w:before="0" w:after="0" w:line="240" w:lineRule="auto"/>
        <w:rPr>
          <w:lang w:val="en-GB"/>
        </w:rPr>
      </w:pPr>
    </w:p>
    <w:tbl>
      <w:tblPr>
        <w:tblW w:w="0" w:type="auto"/>
        <w:tblInd w:w="63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13467"/>
      </w:tblGrid>
      <w:tr w:rsidR="00090E75" w14:paraId="4D4D0A6D" w14:textId="77777777">
        <w:trPr>
          <w:trHeight w:val="400"/>
        </w:trPr>
        <w:tc>
          <w:tcPr>
            <w:tcW w:w="14601" w:type="dxa"/>
            <w:gridSpan w:val="2"/>
          </w:tcPr>
          <w:p w:rsidR="00090E75" w:rsidRDefault="007A4173" w14:paraId="60CA55DE" w14:textId="77777777">
            <w:pPr>
              <w:pStyle w:val="Titresignataire2"/>
              <w:numPr>
                <w:ilvl w:val="0"/>
                <w:numId w:val="0"/>
              </w:numPr>
              <w:ind w:left="1134" w:hanging="1134"/>
            </w:pPr>
            <w:r>
              <w:t>ERTMS/ETCS</w:t>
            </w:r>
          </w:p>
        </w:tc>
      </w:tr>
      <w:tr w:rsidR="00090E75" w14:paraId="51D49EA5" w14:textId="77777777">
        <w:trPr>
          <w:trHeight w:val="2268" w:hRule="exact"/>
        </w:trPr>
        <w:tc>
          <w:tcPr>
            <w:tcW w:w="14601" w:type="dxa"/>
            <w:gridSpan w:val="2"/>
            <w:vAlign w:val="center"/>
          </w:tcPr>
          <w:p w:rsidR="0031685D" w:rsidP="0031685D" w:rsidRDefault="003D2A88" w14:paraId="1F95DD34" w14:textId="77777777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Subset-076-6-3_SOM_L2_SR_v400_SV30</w:t>
            </w:r>
          </w:p>
          <w:p w:rsidR="00090E75" w:rsidP="0031685D" w:rsidRDefault="00090E75" w14:paraId="5353D30E" w14:textId="77777777">
            <w:pPr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State :</w:t>
            </w:r>
            <w:proofErr w:type="gramEnd"/>
            <w:r>
              <w:rPr>
                <w:sz w:val="28"/>
              </w:rPr>
              <w:t xml:space="preserve">  </w:t>
            </w:r>
            <w:r w:rsidR="007A4173">
              <w:rPr>
                <w:i/>
                <w:sz w:val="28"/>
              </w:rPr>
              <w:t>Ordered list of Test Case Steps with communication information</w:t>
            </w:r>
          </w:p>
        </w:tc>
      </w:tr>
      <w:tr w:rsidR="00090E75" w14:paraId="51B42201" w14:textId="77777777">
        <w:tc>
          <w:tcPr>
            <w:tcW w:w="1134" w:type="dxa"/>
            <w:tcBorders>
              <w:bottom w:val="nil"/>
              <w:right w:val="nil"/>
            </w:tcBorders>
          </w:tcPr>
          <w:p w:rsidR="00090E75" w:rsidRDefault="00090E75" w14:paraId="64D7029F" w14:textId="77777777">
            <w:pPr>
              <w:pStyle w:val="Titresignataire3"/>
              <w:spacing w:before="0" w:after="0"/>
            </w:pPr>
            <w:proofErr w:type="gramStart"/>
            <w:r>
              <w:t>REF :</w:t>
            </w:r>
            <w:proofErr w:type="gramEnd"/>
            <w:r>
              <w:t xml:space="preserve"> </w:t>
            </w:r>
          </w:p>
        </w:tc>
        <w:tc>
          <w:tcPr>
            <w:tcW w:w="13467" w:type="dxa"/>
            <w:tcBorders>
              <w:left w:val="nil"/>
              <w:bottom w:val="nil"/>
            </w:tcBorders>
            <w:vAlign w:val="center"/>
          </w:tcPr>
          <w:p w:rsidR="00090E75" w:rsidRDefault="003D2A88" w14:paraId="278C7012" w14:textId="77777777">
            <w:pPr>
              <w:pStyle w:val="Tabellenkrper"/>
              <w:keepNext w:val="0"/>
              <w:keepLines w:val="0"/>
              <w:spacing w:before="0" w:after="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Subset-076-6-3_SOM_L2_SR_v400_SV30</w:t>
            </w:r>
          </w:p>
        </w:tc>
      </w:tr>
      <w:tr w:rsidR="00090E75" w14:paraId="04E2EA20" w14:textId="77777777"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:rsidR="00090E75" w:rsidRDefault="00090E75" w14:paraId="06895470" w14:textId="77777777">
            <w:pPr>
              <w:pStyle w:val="Titresignataire3"/>
              <w:spacing w:before="0" w:after="0"/>
            </w:pPr>
            <w:proofErr w:type="gramStart"/>
            <w:r>
              <w:t>ISSUE :</w:t>
            </w:r>
            <w:proofErr w:type="gramEnd"/>
            <w:r>
              <w:t xml:space="preserve"> </w:t>
            </w:r>
          </w:p>
        </w:tc>
        <w:tc>
          <w:tcPr>
            <w:tcW w:w="13467" w:type="dxa"/>
            <w:tcBorders>
              <w:top w:val="nil"/>
              <w:left w:val="nil"/>
              <w:bottom w:val="nil"/>
            </w:tcBorders>
            <w:vAlign w:val="center"/>
          </w:tcPr>
          <w:p w:rsidR="00090E75" w:rsidRDefault="003D2A88" w14:paraId="5D78F885" w14:textId="77777777">
            <w:pPr>
              <w:pStyle w:val="Tabellenkrper"/>
              <w:keepNext w:val="0"/>
              <w:keepLines w:val="0"/>
              <w:spacing w:before="0" w:after="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4.0.0</w:t>
            </w:r>
          </w:p>
        </w:tc>
      </w:tr>
      <w:tr w:rsidR="00090E75" w14:paraId="0558875A" w14:textId="77777777">
        <w:tc>
          <w:tcPr>
            <w:tcW w:w="1134" w:type="dxa"/>
            <w:tcBorders>
              <w:top w:val="nil"/>
              <w:right w:val="nil"/>
            </w:tcBorders>
          </w:tcPr>
          <w:p w:rsidR="00090E75" w:rsidRDefault="00090E75" w14:paraId="103C7F02" w14:textId="77777777">
            <w:pPr>
              <w:pStyle w:val="Titresignataire3"/>
              <w:spacing w:before="0" w:after="0"/>
            </w:pPr>
            <w:r>
              <w:t>DATE</w:t>
            </w:r>
            <w:r>
              <w:tab/>
              <w:t>:</w:t>
            </w:r>
          </w:p>
        </w:tc>
        <w:tc>
          <w:tcPr>
            <w:tcW w:w="13467" w:type="dxa"/>
            <w:tcBorders>
              <w:top w:val="nil"/>
              <w:left w:val="nil"/>
            </w:tcBorders>
            <w:vAlign w:val="center"/>
          </w:tcPr>
          <w:p w:rsidR="00090E75" w:rsidP="003D2A88" w:rsidRDefault="003D2A88" w14:paraId="7BE117BC" w14:textId="77777777">
            <w:r>
              <w:t xml:space="preserve">21/11/25 11:00</w:t>
            </w:r>
          </w:p>
        </w:tc>
      </w:tr>
    </w:tbl>
    <w:p w:rsidR="00090E75" w:rsidRDefault="00090E75" w14:paraId="304D4B82" w14:textId="77777777"/>
    <w:p w:rsidR="00090E75" w:rsidRDefault="00090E75" w14:paraId="78FB507E" w14:textId="77777777"/>
    <w:tbl>
      <w:tblPr>
        <w:tblW w:w="9922" w:type="dxa"/>
        <w:jc w:val="center"/>
        <w:tblBorders>
          <w:top w:val="triple" w:color="auto" w:sz="4" w:space="0"/>
          <w:left w:val="triple" w:color="auto" w:sz="4" w:space="0"/>
          <w:bottom w:val="triple" w:color="auto" w:sz="4" w:space="0"/>
          <w:right w:val="trip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118"/>
        <w:gridCol w:w="3402"/>
        <w:gridCol w:w="3402"/>
      </w:tblGrid>
      <w:tr w:rsidRPr="00830502" w:rsidR="00DA6E9A" w:rsidTr="00DD388E" w14:paraId="71128B32" w14:textId="77777777">
        <w:trPr>
          <w:jc w:val="center"/>
        </w:trPr>
        <w:tc>
          <w:tcPr>
            <w:tcW w:w="3118" w:type="dxa"/>
          </w:tcPr>
          <w:p w:rsidRPr="00830502" w:rsidR="00DA6E9A" w:rsidP="00DD388E" w:rsidRDefault="00DA6E9A" w14:paraId="1FA36F6B" w14:textId="77777777">
            <w:pPr>
              <w:pStyle w:val="Tableau"/>
              <w:rPr>
                <w:noProof/>
              </w:rPr>
            </w:pPr>
            <w:r>
              <w:rPr>
                <w:noProof/>
              </w:rPr>
              <w:t>Company</w:t>
            </w:r>
          </w:p>
        </w:tc>
        <w:tc>
          <w:tcPr>
            <w:tcW w:w="3402" w:type="dxa"/>
          </w:tcPr>
          <w:p w:rsidRPr="00830502" w:rsidR="00DA6E9A" w:rsidP="00DD388E" w:rsidRDefault="00DA6E9A" w14:paraId="5BF6223A" w14:textId="77777777">
            <w:pPr>
              <w:pStyle w:val="Tableau"/>
              <w:rPr>
                <w:noProof/>
              </w:rPr>
            </w:pPr>
            <w:r>
              <w:rPr>
                <w:noProof/>
              </w:rPr>
              <w:t>Technical Approval</w:t>
            </w:r>
          </w:p>
        </w:tc>
        <w:tc>
          <w:tcPr>
            <w:tcW w:w="3402" w:type="dxa"/>
          </w:tcPr>
          <w:p w:rsidRPr="00830502" w:rsidR="00DA6E9A" w:rsidP="00DD388E" w:rsidRDefault="00DA6E9A" w14:paraId="0C8BFA6B" w14:textId="77777777">
            <w:pPr>
              <w:pStyle w:val="Tableau"/>
              <w:rPr>
                <w:noProof/>
              </w:rPr>
            </w:pPr>
            <w:r>
              <w:rPr>
                <w:noProof/>
              </w:rPr>
              <w:t>Management approval</w:t>
            </w:r>
          </w:p>
        </w:tc>
      </w:tr>
      <w:tr w:rsidRPr="00830502" w:rsidR="00DA6E9A" w:rsidTr="00DD388E" w14:paraId="20FFDEBC" w14:textId="77777777">
        <w:trPr>
          <w:jc w:val="center"/>
        </w:trPr>
        <w:tc>
          <w:tcPr>
            <w:tcW w:w="3118" w:type="dxa"/>
          </w:tcPr>
          <w:p w:rsidRPr="00830502" w:rsidR="00DA6E9A" w:rsidP="00DD388E" w:rsidRDefault="00DA6E9A" w14:paraId="6F73036F" w14:textId="77777777">
            <w:pPr>
              <w:pStyle w:val="Tableau"/>
              <w:rPr>
                <w:noProof/>
              </w:rPr>
            </w:pPr>
            <w:r>
              <w:rPr>
                <w:noProof/>
              </w:rPr>
              <w:t>CEDEX</w:t>
            </w:r>
          </w:p>
        </w:tc>
        <w:tc>
          <w:tcPr>
            <w:tcW w:w="3402" w:type="dxa"/>
          </w:tcPr>
          <w:p w:rsidRPr="00830502" w:rsidR="00DA6E9A" w:rsidP="00DD388E" w:rsidRDefault="00DA6E9A" w14:paraId="2A57A659" w14:textId="77777777">
            <w:pPr>
              <w:pStyle w:val="Tableau"/>
              <w:rPr>
                <w:noProof/>
              </w:rPr>
            </w:pPr>
          </w:p>
        </w:tc>
        <w:tc>
          <w:tcPr>
            <w:tcW w:w="3402" w:type="dxa"/>
          </w:tcPr>
          <w:p w:rsidRPr="00830502" w:rsidR="00DA6E9A" w:rsidP="00DD388E" w:rsidRDefault="00DA6E9A" w14:paraId="7F9562E5" w14:textId="77777777">
            <w:pPr>
              <w:pStyle w:val="Tableau"/>
              <w:rPr>
                <w:noProof/>
              </w:rPr>
            </w:pPr>
          </w:p>
        </w:tc>
      </w:tr>
      <w:tr w:rsidRPr="00830502" w:rsidR="00DA6E9A" w:rsidTr="00DD388E" w14:paraId="46839246" w14:textId="77777777">
        <w:trPr>
          <w:jc w:val="center"/>
        </w:trPr>
        <w:tc>
          <w:tcPr>
            <w:tcW w:w="3118" w:type="dxa"/>
          </w:tcPr>
          <w:p w:rsidRPr="00830502" w:rsidR="00DA6E9A" w:rsidP="00DD388E" w:rsidRDefault="00DA6E9A" w14:paraId="1310895F" w14:textId="77777777">
            <w:pPr>
              <w:pStyle w:val="Tableau"/>
              <w:rPr>
                <w:noProof/>
              </w:rPr>
            </w:pPr>
            <w:r>
              <w:rPr>
                <w:noProof/>
              </w:rPr>
              <w:t>DLR</w:t>
            </w:r>
          </w:p>
        </w:tc>
        <w:tc>
          <w:tcPr>
            <w:tcW w:w="3402" w:type="dxa"/>
          </w:tcPr>
          <w:p w:rsidRPr="00830502" w:rsidR="00DA6E9A" w:rsidP="00DD388E" w:rsidRDefault="00DA6E9A" w14:paraId="7C72C864" w14:textId="77777777">
            <w:pPr>
              <w:pStyle w:val="Tableau"/>
              <w:rPr>
                <w:noProof/>
              </w:rPr>
            </w:pPr>
          </w:p>
        </w:tc>
        <w:tc>
          <w:tcPr>
            <w:tcW w:w="3402" w:type="dxa"/>
          </w:tcPr>
          <w:p w:rsidRPr="00830502" w:rsidR="00DA6E9A" w:rsidP="00DD388E" w:rsidRDefault="00DA6E9A" w14:paraId="5A7E9E16" w14:textId="77777777">
            <w:pPr>
              <w:pStyle w:val="Tableau"/>
              <w:rPr>
                <w:noProof/>
              </w:rPr>
            </w:pPr>
          </w:p>
        </w:tc>
      </w:tr>
      <w:tr w:rsidRPr="00830502" w:rsidR="00DA6E9A" w:rsidTr="00DD388E" w14:paraId="36248454" w14:textId="77777777">
        <w:trPr>
          <w:jc w:val="center"/>
        </w:trPr>
        <w:tc>
          <w:tcPr>
            <w:tcW w:w="3118" w:type="dxa"/>
          </w:tcPr>
          <w:p w:rsidR="00DA6E9A" w:rsidP="00DD388E" w:rsidRDefault="00DA6E9A" w14:paraId="408F70EE" w14:textId="77777777">
            <w:pPr>
              <w:pStyle w:val="Tableau"/>
              <w:rPr>
                <w:noProof/>
              </w:rPr>
            </w:pPr>
            <w:r>
              <w:rPr>
                <w:noProof/>
              </w:rPr>
              <w:t>ITALCERTIFER</w:t>
            </w:r>
          </w:p>
        </w:tc>
        <w:tc>
          <w:tcPr>
            <w:tcW w:w="3402" w:type="dxa"/>
          </w:tcPr>
          <w:p w:rsidRPr="00830502" w:rsidR="00DA6E9A" w:rsidP="00DD388E" w:rsidRDefault="00DA6E9A" w14:paraId="59EC2AB5" w14:textId="77777777">
            <w:pPr>
              <w:pStyle w:val="Tableau"/>
              <w:rPr>
                <w:noProof/>
              </w:rPr>
            </w:pPr>
          </w:p>
        </w:tc>
        <w:tc>
          <w:tcPr>
            <w:tcW w:w="3402" w:type="dxa"/>
          </w:tcPr>
          <w:p w:rsidRPr="00830502" w:rsidR="00DA6E9A" w:rsidP="00DD388E" w:rsidRDefault="00DA6E9A" w14:paraId="542F5033" w14:textId="77777777">
            <w:pPr>
              <w:pStyle w:val="Tableau"/>
              <w:rPr>
                <w:noProof/>
              </w:rPr>
            </w:pPr>
          </w:p>
        </w:tc>
      </w:tr>
      <w:tr w:rsidRPr="00830502" w:rsidR="00DA6E9A" w:rsidTr="00DD388E" w14:paraId="5C039FFE" w14:textId="77777777">
        <w:trPr>
          <w:jc w:val="center"/>
        </w:trPr>
        <w:tc>
          <w:tcPr>
            <w:tcW w:w="3118" w:type="dxa"/>
          </w:tcPr>
          <w:p w:rsidR="00DA6E9A" w:rsidP="00DD388E" w:rsidRDefault="00DA6E9A" w14:paraId="31F54F27" w14:textId="77777777">
            <w:pPr>
              <w:pStyle w:val="Tableau"/>
              <w:rPr>
                <w:noProof/>
              </w:rPr>
            </w:pPr>
            <w:r>
              <w:rPr>
                <w:noProof/>
              </w:rPr>
              <w:t>LEF</w:t>
            </w:r>
          </w:p>
        </w:tc>
        <w:tc>
          <w:tcPr>
            <w:tcW w:w="3402" w:type="dxa"/>
          </w:tcPr>
          <w:p w:rsidRPr="00830502" w:rsidR="00DA6E9A" w:rsidP="00DD388E" w:rsidRDefault="00DA6E9A" w14:paraId="2AEA4D55" w14:textId="77777777">
            <w:pPr>
              <w:pStyle w:val="Tableau"/>
              <w:rPr>
                <w:noProof/>
              </w:rPr>
            </w:pPr>
          </w:p>
        </w:tc>
        <w:tc>
          <w:tcPr>
            <w:tcW w:w="3402" w:type="dxa"/>
          </w:tcPr>
          <w:p w:rsidRPr="00830502" w:rsidR="00DA6E9A" w:rsidP="00DD388E" w:rsidRDefault="00DA6E9A" w14:paraId="79A57843" w14:textId="77777777">
            <w:pPr>
              <w:pStyle w:val="Tableau"/>
              <w:rPr>
                <w:noProof/>
              </w:rPr>
            </w:pPr>
          </w:p>
        </w:tc>
      </w:tr>
      <w:tr w:rsidRPr="00830502" w:rsidR="00DA6E9A" w:rsidTr="00DD388E" w14:paraId="7681A4D5" w14:textId="77777777">
        <w:trPr>
          <w:jc w:val="center"/>
        </w:trPr>
        <w:tc>
          <w:tcPr>
            <w:tcW w:w="3118" w:type="dxa"/>
          </w:tcPr>
          <w:p w:rsidR="00DA6E9A" w:rsidP="00DD388E" w:rsidRDefault="00DA6E9A" w14:paraId="121DC4A5" w14:textId="77777777">
            <w:pPr>
              <w:pStyle w:val="Tableau"/>
              <w:rPr>
                <w:noProof/>
              </w:rPr>
            </w:pPr>
            <w:r>
              <w:rPr>
                <w:noProof/>
              </w:rPr>
              <w:t>MULTITEL</w:t>
            </w:r>
          </w:p>
        </w:tc>
        <w:tc>
          <w:tcPr>
            <w:tcW w:w="3402" w:type="dxa"/>
          </w:tcPr>
          <w:p w:rsidRPr="00830502" w:rsidR="00DA6E9A" w:rsidP="00DD388E" w:rsidRDefault="00DA6E9A" w14:paraId="1B0D9A9A" w14:textId="77777777">
            <w:pPr>
              <w:pStyle w:val="Tableau"/>
              <w:rPr>
                <w:noProof/>
              </w:rPr>
            </w:pPr>
          </w:p>
        </w:tc>
        <w:tc>
          <w:tcPr>
            <w:tcW w:w="3402" w:type="dxa"/>
          </w:tcPr>
          <w:p w:rsidRPr="00830502" w:rsidR="00DA6E9A" w:rsidP="00DD388E" w:rsidRDefault="00DA6E9A" w14:paraId="73F0C34F" w14:textId="77777777">
            <w:pPr>
              <w:pStyle w:val="Tableau"/>
              <w:rPr>
                <w:noProof/>
              </w:rPr>
            </w:pPr>
          </w:p>
        </w:tc>
      </w:tr>
      <w:tr w:rsidRPr="00830502" w:rsidR="00DA6E9A" w:rsidTr="00DD388E" w14:paraId="386477F0" w14:textId="77777777">
        <w:trPr>
          <w:jc w:val="center"/>
        </w:trPr>
        <w:tc>
          <w:tcPr>
            <w:tcW w:w="3118" w:type="dxa"/>
          </w:tcPr>
          <w:p w:rsidR="00DA6E9A" w:rsidP="00DD388E" w:rsidRDefault="00DA6E9A" w14:paraId="669D7863" w14:textId="77777777">
            <w:pPr>
              <w:pStyle w:val="Tableau"/>
              <w:rPr>
                <w:noProof/>
              </w:rPr>
            </w:pPr>
            <w:r>
              <w:rPr>
                <w:noProof/>
              </w:rPr>
              <w:t>RINA</w:t>
            </w:r>
          </w:p>
        </w:tc>
        <w:tc>
          <w:tcPr>
            <w:tcW w:w="3402" w:type="dxa"/>
          </w:tcPr>
          <w:p w:rsidRPr="00830502" w:rsidR="00DA6E9A" w:rsidP="00DD388E" w:rsidRDefault="00DA6E9A" w14:paraId="4220554B" w14:textId="77777777">
            <w:pPr>
              <w:pStyle w:val="Tableau"/>
              <w:rPr>
                <w:noProof/>
              </w:rPr>
            </w:pPr>
          </w:p>
        </w:tc>
        <w:tc>
          <w:tcPr>
            <w:tcW w:w="3402" w:type="dxa"/>
          </w:tcPr>
          <w:p w:rsidRPr="00830502" w:rsidR="00DA6E9A" w:rsidP="00DD388E" w:rsidRDefault="00DA6E9A" w14:paraId="6D74E43A" w14:textId="77777777">
            <w:pPr>
              <w:pStyle w:val="Tableau"/>
              <w:rPr>
                <w:noProof/>
              </w:rPr>
            </w:pPr>
          </w:p>
        </w:tc>
      </w:tr>
    </w:tbl>
    <w:p w:rsidR="00DA6E9A" w:rsidRDefault="00DA6E9A" w14:paraId="33DB4429" w14:textId="77777777"/>
    <w:p w:rsidR="00090E75" w:rsidRDefault="00090E75" w14:paraId="5C4BED67" w14:textId="77777777">
      <w:r>
        <w:br w:type="page"/>
      </w:r>
    </w:p>
    <w:p w:rsidR="00090E75" w:rsidRDefault="00090E75" w14:paraId="67DF7D87" w14:textId="77777777">
      <w:pPr>
        <w:pStyle w:val="Heading1"/>
      </w:pPr>
      <w:r>
        <w:lastRenderedPageBreak/>
        <w:t>Modification History</w:t>
      </w: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1788"/>
        <w:gridCol w:w="2463"/>
        <w:gridCol w:w="7515"/>
        <w:gridCol w:w="2693"/>
      </w:tblGrid>
      <w:tr w:rsidR="00090E75" w14:paraId="0F95860E" w14:textId="77777777">
        <w:tc>
          <w:tcPr>
            <w:tcW w:w="1788" w:type="dxa"/>
          </w:tcPr>
          <w:p w:rsidR="00090E75" w:rsidRDefault="00090E75" w14:paraId="03DFA094" w14:textId="77777777">
            <w:pPr>
              <w:jc w:val="center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Issue Number</w:t>
            </w:r>
            <w:r>
              <w:rPr>
                <w:b/>
                <w:lang w:eastAsia="fr-FR"/>
              </w:rPr>
              <w:br/>
              <w:t>Date</w:t>
            </w:r>
          </w:p>
        </w:tc>
        <w:tc>
          <w:tcPr>
            <w:tcW w:w="2463" w:type="dxa"/>
          </w:tcPr>
          <w:p w:rsidR="00090E75" w:rsidRDefault="00090E75" w14:paraId="351FFCE6" w14:textId="77777777">
            <w:pPr>
              <w:jc w:val="center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Section Number</w:t>
            </w:r>
          </w:p>
        </w:tc>
        <w:tc>
          <w:tcPr>
            <w:tcW w:w="7515" w:type="dxa"/>
          </w:tcPr>
          <w:p w:rsidR="00090E75" w:rsidRDefault="00090E75" w14:paraId="2735C0B3" w14:textId="77777777">
            <w:pPr>
              <w:jc w:val="center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Modification / Description</w:t>
            </w:r>
          </w:p>
        </w:tc>
        <w:tc>
          <w:tcPr>
            <w:tcW w:w="2693" w:type="dxa"/>
          </w:tcPr>
          <w:p w:rsidR="00090E75" w:rsidRDefault="00090E75" w14:paraId="542E4EE5" w14:textId="77777777">
            <w:pPr>
              <w:jc w:val="center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Author</w:t>
            </w:r>
          </w:p>
        </w:tc>
      </w:tr>
      <w:tr w:rsidR="00090E75" w14:paraId="43B9CC24" w14:textId="77777777">
        <w:trPr>
          <w:trHeight w:val="280" w:hRule="exact"/>
        </w:trPr>
        <w:tc>
          <w:tcPr>
            <w:tcW w:w="1788" w:type="dxa"/>
          </w:tcPr>
          <w:p w:rsidR="00090E75" w:rsidRDefault="00090E75" w14:paraId="764478E9" w14:textId="77777777"/>
        </w:tc>
        <w:tc>
          <w:tcPr>
            <w:tcW w:w="2463" w:type="dxa"/>
          </w:tcPr>
          <w:p w:rsidR="00090E75" w:rsidRDefault="00090E75" w14:paraId="3BDF7AD5" w14:textId="77777777"/>
        </w:tc>
        <w:tc>
          <w:tcPr>
            <w:tcW w:w="7515" w:type="dxa"/>
          </w:tcPr>
          <w:p w:rsidR="00090E75" w:rsidRDefault="00090E75" w14:paraId="0777FE58" w14:textId="77777777">
            <w:pPr>
              <w:pStyle w:val="Tabellenkrper"/>
              <w:keepNext w:val="0"/>
              <w:keepLines w:val="0"/>
              <w:spacing w:before="0" w:after="0" w:line="240" w:lineRule="auto"/>
              <w:rPr>
                <w:lang w:val="en-GB"/>
              </w:rPr>
            </w:pPr>
          </w:p>
        </w:tc>
        <w:tc>
          <w:tcPr>
            <w:tcW w:w="2693" w:type="dxa"/>
          </w:tcPr>
          <w:p w:rsidR="00090E75" w:rsidRDefault="000C0C4F" w14:paraId="21653BF4" w14:textId="77777777">
            <w:r>
              <w:t xml:space="preserve">Multitel</w:t>
            </w:r>
          </w:p>
        </w:tc>
      </w:tr>
    </w:tbl>
    <w:p w:rsidR="00090E75" w:rsidRDefault="00090E75" w14:paraId="49D96C60" w14:textId="77777777">
      <w:pPr>
        <w:rPr>
          <w:noProof/>
        </w:rPr>
      </w:pPr>
    </w:p>
    <w:p w:rsidR="00090E75" w:rsidRDefault="00090E75" w14:paraId="351F7CE9" w14:textId="77777777">
      <w:pPr>
        <w:rPr>
          <w:noProof/>
        </w:rPr>
      </w:pPr>
    </w:p>
    <w:p w:rsidR="00090E75" w:rsidRDefault="00090E75" w14:paraId="1407CEEA" w14:textId="77777777">
      <w:pPr>
        <w:rPr>
          <w:noProof/>
        </w:rPr>
      </w:pPr>
    </w:p>
    <w:p w:rsidR="00090E75" w:rsidRDefault="00090E75" w14:paraId="0A999970" w14:textId="77777777">
      <w:pPr>
        <w:pStyle w:val="Heading1"/>
        <w:rPr>
          <w:sz w:val="32"/>
        </w:rPr>
      </w:pPr>
      <w:r>
        <w:t>Sequence description</w:t>
      </w: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5"/>
      </w:tblGrid>
      <w:tr w:rsidR="00090E75" w14:paraId="362699C4" w14:textId="77777777">
        <w:trPr>
          <w:cantSplit/>
          <w:jc w:val="center"/>
        </w:trPr>
        <w:tc>
          <w:tcPr>
            <w:tcW w:w="15735" w:type="dxa"/>
          </w:tcPr>
          <w:p w:rsidR="00090E75" w:rsidRDefault="003D2A88" w14:paraId="41A01A88" w14:textId="77777777">
            <w:pPr>
              <w:pStyle w:val="Tabellenkrper"/>
              <w:spacing w:before="20" w:after="20"/>
              <w:jc w:val="both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Start Of Mission in Level 2</w:t>
            </w:r>
            <w:r w:rsidR="007A4173">
              <w:rPr>
                <w:b/>
                <w:lang w:val="en-GB"/>
              </w:rPr>
              <w:t xml:space="preserve"> </w:t>
            </w:r>
          </w:p>
        </w:tc>
      </w:tr>
    </w:tbl>
    <w:p w:rsidR="00090E75" w:rsidRDefault="00090E75" w14:paraId="01E5BD30" w14:textId="77777777">
      <w:pPr>
        <w:rPr>
          <w:noProof/>
          <w:color w:val="FF0000"/>
        </w:rPr>
      </w:pPr>
    </w:p>
    <w:p w:rsidR="00090E75" w:rsidRDefault="00090E75" w14:paraId="65978AC4" w14:textId="77777777">
      <w:pPr>
        <w:rPr>
          <w:noProof/>
        </w:rPr>
      </w:pPr>
    </w:p>
    <w:p w:rsidR="00090E75" w:rsidRDefault="00090E75" w14:paraId="01B3611E" w14:textId="77777777">
      <w:pPr>
        <w:pStyle w:val="Heading1"/>
      </w:pPr>
      <w:r>
        <w:t>Test cases</w:t>
      </w:r>
    </w:p>
    <w:p w:rsidR="00090E75" w:rsidRDefault="00090E75" w14:paraId="59A17332" w14:textId="77777777">
      <w:pPr>
        <w:pStyle w:val="Index1"/>
        <w:rPr>
          <w:b w:val="0"/>
        </w:rPr>
      </w:pPr>
      <w:r>
        <w:t>Important</w:t>
      </w:r>
      <w:r>
        <w:rPr>
          <w:b w:val="0"/>
        </w:rPr>
        <w:t>:</w:t>
      </w:r>
      <w:r>
        <w:rPr>
          <w:b w:val="0"/>
        </w:rPr>
        <w:tab/>
        <w:t xml:space="preserve">All columns called ‘Test Results’ are only placeholders for results of the test execution. They shall not be used for the description of test cases. </w:t>
      </w:r>
      <w:r>
        <w:rPr>
          <w:b w:val="0"/>
        </w:rPr>
        <w:br/>
        <w:t>A test is passed if all cells of ‘Test Result’ are passed.</w:t>
      </w:r>
    </w:p>
    <w:p w:rsidRPr="0065637A" w:rsidR="00090E75" w:rsidRDefault="00090E75" w14:paraId="21CD20F5" w14:textId="77777777">
      <w:pPr>
        <w:pStyle w:val="Tabellenkrper"/>
        <w:keepNext w:val="0"/>
        <w:keepLines w:val="0"/>
        <w:spacing w:before="0" w:after="0" w:line="240" w:lineRule="auto"/>
        <w:rPr>
          <w:noProof/>
          <w:lang w:val="en-US"/>
        </w:rPr>
      </w:pPr>
    </w:p>
    <w:p w:rsidR="00090E75" w:rsidRDefault="00090E75" w14:paraId="55760EAD" w14:textId="77777777">
      <w:pPr>
        <w:spacing w:before="20" w:after="20"/>
        <w:rPr>
          <w:color w:val="000000"/>
        </w:rPr>
      </w:pPr>
    </w:p>
    <w:p w:rsidR="00090E75" w:rsidRDefault="00090E75" w14:paraId="2D1DDB1D" w14:textId="77777777">
      <w:pPr>
        <w:spacing w:before="20" w:after="20"/>
        <w:rPr>
          <w:color w:val="000000"/>
        </w:rPr>
      </w:pPr>
    </w:p>
    <w:p w:rsidR="00090E75" w:rsidRDefault="00090E75" w14:paraId="6D6BC053" w14:textId="77777777">
      <w:pPr>
        <w:pStyle w:val="Tabellenkrper"/>
        <w:keepNext w:val="0"/>
        <w:keepLines w:val="0"/>
        <w:spacing w:before="0" w:after="0" w:line="240" w:lineRule="auto"/>
        <w:rPr>
          <w:lang w:val="en-GB"/>
        </w:rPr>
      </w:pPr>
    </w:p>
    <w:tbl>
      <w:tblPr>
        <w:tblW w:w="15792" w:type="dxa"/>
        <w:tblInd w:w="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2"/>
        <w:gridCol w:w="711"/>
        <w:gridCol w:w="995"/>
        <w:gridCol w:w="1127"/>
        <w:gridCol w:w="992"/>
        <w:gridCol w:w="2977"/>
        <w:gridCol w:w="709"/>
        <w:gridCol w:w="992"/>
        <w:gridCol w:w="3260"/>
        <w:gridCol w:w="993"/>
        <w:gridCol w:w="992"/>
        <w:gridCol w:w="1332"/>
      </w:tblGrid>
      <w:tr w:rsidRPr="009A3A2B" w:rsidR="009A3A2B" w:rsidTr="003D2A88" w14:paraId="6BF976C7" w14:textId="77777777">
        <w:trPr>
          <w:cantSplit/>
          <w:tblHeader/>
        </w:trPr>
        <w:tc>
          <w:tcPr>
            <w:tcW w:w="15792" w:type="dxa"/>
            <w:gridSpan w:val="12"/>
            <w:shd w:val="clear" w:color="auto" w:fill="A6A6A6"/>
            <w:vAlign w:val="center"/>
          </w:tcPr>
          <w:p w:rsidR="009A3A2B" w:rsidRDefault="009A3A2B" w14:paraId="59BE135B" w14:textId="77777777">
            <w:pPr>
              <w:pStyle w:val="Tabellenkrper"/>
              <w:tabs>
                <w:tab w:val="left" w:pos="2198"/>
              </w:tabs>
              <w:spacing w:before="20" w:after="20"/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SEQUENCE OF TEST</w:t>
            </w:r>
          </w:p>
        </w:tc>
      </w:tr>
      <w:tr w:rsidR="004346A4" w:rsidTr="003D2A88" w14:paraId="0A3B958A" w14:textId="77777777">
        <w:trPr>
          <w:cantSplit/>
          <w:trHeight w:val="423"/>
          <w:tblHeader/>
        </w:trPr>
        <w:tc>
          <w:tcPr>
            <w:tcW w:w="712" w:type="dxa"/>
            <w:vMerge w:val="restart"/>
            <w:shd w:val="clear" w:color="auto" w:fill="A6A6A6"/>
            <w:vAlign w:val="center"/>
          </w:tcPr>
          <w:p w:rsidRPr="0068452F" w:rsidR="004346A4" w:rsidP="00751645" w:rsidRDefault="004346A4" w14:paraId="5C4E9FA3" w14:textId="77777777">
            <w:pPr>
              <w:pStyle w:val="Tabellenkrper"/>
              <w:spacing w:before="20" w:after="20"/>
              <w:jc w:val="center"/>
            </w:pPr>
            <w:r>
              <w:rPr>
                <w:b/>
                <w:lang w:val="en-GB"/>
              </w:rPr>
              <w:t>Step</w:t>
            </w:r>
          </w:p>
        </w:tc>
        <w:tc>
          <w:tcPr>
            <w:tcW w:w="711" w:type="dxa"/>
            <w:vMerge w:val="restart"/>
            <w:shd w:val="clear" w:color="auto" w:fill="A6A6A6"/>
            <w:vAlign w:val="center"/>
          </w:tcPr>
          <w:p w:rsidR="004346A4" w:rsidP="001F73C1" w:rsidRDefault="004346A4" w14:paraId="4F4F070E" w14:textId="77777777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Row</w:t>
            </w:r>
          </w:p>
        </w:tc>
        <w:tc>
          <w:tcPr>
            <w:tcW w:w="995" w:type="dxa"/>
            <w:vMerge w:val="restart"/>
            <w:shd w:val="clear" w:color="auto" w:fill="A6A6A6"/>
            <w:vAlign w:val="center"/>
          </w:tcPr>
          <w:p w:rsidR="004346A4" w:rsidP="00751645" w:rsidRDefault="004346A4" w14:paraId="25CE91EF" w14:textId="77777777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Dist. (m)</w:t>
            </w:r>
          </w:p>
        </w:tc>
        <w:tc>
          <w:tcPr>
            <w:tcW w:w="2119" w:type="dxa"/>
            <w:gridSpan w:val="2"/>
            <w:shd w:val="clear" w:color="auto" w:fill="A6A6A6"/>
            <w:vAlign w:val="center"/>
          </w:tcPr>
          <w:p w:rsidR="004346A4" w:rsidP="00751645" w:rsidRDefault="004346A4" w14:paraId="00C13C3E" w14:textId="77777777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Previous</w:t>
            </w:r>
          </w:p>
        </w:tc>
        <w:tc>
          <w:tcPr>
            <w:tcW w:w="2977" w:type="dxa"/>
            <w:vMerge w:val="restart"/>
            <w:shd w:val="clear" w:color="auto" w:fill="A6A6A6"/>
            <w:vAlign w:val="center"/>
          </w:tcPr>
          <w:p w:rsidR="004346A4" w:rsidP="00751645" w:rsidRDefault="004346A4" w14:paraId="1030D5C4" w14:textId="77777777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Description of Events</w:t>
            </w:r>
          </w:p>
        </w:tc>
        <w:tc>
          <w:tcPr>
            <w:tcW w:w="709" w:type="dxa"/>
            <w:vMerge w:val="restart"/>
            <w:shd w:val="clear" w:color="auto" w:fill="A6A6A6"/>
            <w:vAlign w:val="center"/>
          </w:tcPr>
          <w:p w:rsidR="004346A4" w:rsidP="00751645" w:rsidRDefault="004346A4" w14:paraId="3C857F5F" w14:textId="77777777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I/O</w:t>
            </w:r>
          </w:p>
        </w:tc>
        <w:tc>
          <w:tcPr>
            <w:tcW w:w="992" w:type="dxa"/>
            <w:vMerge w:val="restart"/>
            <w:shd w:val="clear" w:color="auto" w:fill="A6A6A6"/>
            <w:vAlign w:val="center"/>
          </w:tcPr>
          <w:p w:rsidR="004346A4" w:rsidP="00751645" w:rsidRDefault="004346A4" w14:paraId="68742335" w14:textId="77777777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Interface</w:t>
            </w:r>
          </w:p>
        </w:tc>
        <w:tc>
          <w:tcPr>
            <w:tcW w:w="3260" w:type="dxa"/>
            <w:vMerge w:val="restart"/>
            <w:shd w:val="clear" w:color="auto" w:fill="A6A6A6"/>
            <w:vAlign w:val="center"/>
          </w:tcPr>
          <w:p w:rsidR="004346A4" w:rsidP="00751645" w:rsidRDefault="004346A4" w14:paraId="4A77998C" w14:textId="77777777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Comments</w:t>
            </w:r>
          </w:p>
        </w:tc>
        <w:tc>
          <w:tcPr>
            <w:tcW w:w="1985" w:type="dxa"/>
            <w:gridSpan w:val="2"/>
            <w:shd w:val="clear" w:color="auto" w:fill="A6A6A6"/>
            <w:vAlign w:val="center"/>
          </w:tcPr>
          <w:p w:rsidR="004346A4" w:rsidP="00751645" w:rsidRDefault="004346A4" w14:paraId="694A5BE9" w14:textId="77777777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Next</w:t>
            </w:r>
          </w:p>
        </w:tc>
        <w:tc>
          <w:tcPr>
            <w:tcW w:w="1332" w:type="dxa"/>
            <w:vMerge w:val="restart"/>
            <w:shd w:val="clear" w:color="auto" w:fill="A6A6A6"/>
            <w:vAlign w:val="center"/>
          </w:tcPr>
          <w:p w:rsidRPr="009A3A2B" w:rsidR="004346A4" w:rsidP="00751645" w:rsidRDefault="004346A4" w14:paraId="64B4E17E" w14:textId="77777777">
            <w:pPr>
              <w:pStyle w:val="Tabellenkrper"/>
              <w:spacing w:before="20" w:after="20"/>
              <w:jc w:val="center"/>
              <w:rPr>
                <w:b/>
                <w:highlight w:val="yellow"/>
                <w:lang w:val="en-GB"/>
              </w:rPr>
            </w:pPr>
            <w:r w:rsidRPr="009A3A2B">
              <w:rPr>
                <w:b/>
                <w:lang w:val="en-GB"/>
              </w:rPr>
              <w:t>Test Result</w:t>
            </w:r>
          </w:p>
        </w:tc>
      </w:tr>
      <w:tr w:rsidR="004346A4" w:rsidTr="003D2A88" w14:paraId="64FEFEDB" w14:textId="77777777">
        <w:trPr>
          <w:cantSplit/>
          <w:trHeight w:val="423"/>
          <w:tblHeader/>
        </w:trPr>
        <w:tc>
          <w:tcPr>
            <w:tcW w:w="712" w:type="dxa"/>
            <w:vMerge/>
            <w:shd w:val="clear" w:color="auto" w:fill="A6A6A6"/>
            <w:vAlign w:val="center"/>
          </w:tcPr>
          <w:p w:rsidR="004346A4" w:rsidP="00751645" w:rsidRDefault="004346A4" w14:paraId="2AE47ECA" w14:textId="77777777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</w:p>
        </w:tc>
        <w:tc>
          <w:tcPr>
            <w:tcW w:w="711" w:type="dxa"/>
            <w:vMerge/>
            <w:shd w:val="clear" w:color="auto" w:fill="A6A6A6"/>
            <w:vAlign w:val="center"/>
          </w:tcPr>
          <w:p w:rsidR="004346A4" w:rsidP="001F73C1" w:rsidRDefault="004346A4" w14:paraId="1AE0D2F1" w14:textId="77777777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</w:p>
        </w:tc>
        <w:tc>
          <w:tcPr>
            <w:tcW w:w="995" w:type="dxa"/>
            <w:vMerge/>
            <w:shd w:val="clear" w:color="auto" w:fill="A6A6A6"/>
            <w:vAlign w:val="center"/>
          </w:tcPr>
          <w:p w:rsidR="004346A4" w:rsidP="00751645" w:rsidRDefault="004346A4" w14:paraId="3E092CEF" w14:textId="77777777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</w:p>
        </w:tc>
        <w:tc>
          <w:tcPr>
            <w:tcW w:w="1127" w:type="dxa"/>
            <w:shd w:val="clear" w:color="auto" w:fill="A6A6A6"/>
            <w:vAlign w:val="center"/>
          </w:tcPr>
          <w:p w:rsidR="004346A4" w:rsidP="00751645" w:rsidRDefault="004346A4" w14:paraId="010DAE4F" w14:textId="77777777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Levels</w:t>
            </w:r>
          </w:p>
        </w:tc>
        <w:tc>
          <w:tcPr>
            <w:tcW w:w="992" w:type="dxa"/>
            <w:shd w:val="clear" w:color="auto" w:fill="A6A6A6"/>
            <w:vAlign w:val="center"/>
          </w:tcPr>
          <w:p w:rsidR="004346A4" w:rsidP="00751645" w:rsidRDefault="004346A4" w14:paraId="04E4CC3E" w14:textId="77777777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Mode</w:t>
            </w:r>
          </w:p>
        </w:tc>
        <w:tc>
          <w:tcPr>
            <w:tcW w:w="2977" w:type="dxa"/>
            <w:vMerge/>
            <w:shd w:val="clear" w:color="auto" w:fill="A6A6A6"/>
            <w:vAlign w:val="center"/>
          </w:tcPr>
          <w:p w:rsidR="004346A4" w:rsidP="00751645" w:rsidRDefault="004346A4" w14:paraId="587C1B33" w14:textId="77777777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</w:p>
        </w:tc>
        <w:tc>
          <w:tcPr>
            <w:tcW w:w="709" w:type="dxa"/>
            <w:vMerge/>
            <w:shd w:val="clear" w:color="auto" w:fill="A6A6A6"/>
            <w:vAlign w:val="center"/>
          </w:tcPr>
          <w:p w:rsidR="004346A4" w:rsidP="00751645" w:rsidRDefault="004346A4" w14:paraId="2C2C4D1A" w14:textId="77777777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</w:p>
        </w:tc>
        <w:tc>
          <w:tcPr>
            <w:tcW w:w="992" w:type="dxa"/>
            <w:vMerge/>
            <w:shd w:val="clear" w:color="auto" w:fill="A6A6A6"/>
            <w:vAlign w:val="center"/>
          </w:tcPr>
          <w:p w:rsidR="004346A4" w:rsidP="00751645" w:rsidRDefault="004346A4" w14:paraId="3A96A34E" w14:textId="77777777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</w:p>
        </w:tc>
        <w:tc>
          <w:tcPr>
            <w:tcW w:w="3260" w:type="dxa"/>
            <w:vMerge/>
            <w:shd w:val="clear" w:color="auto" w:fill="A6A6A6"/>
            <w:vAlign w:val="center"/>
          </w:tcPr>
          <w:p w:rsidR="004346A4" w:rsidP="00751645" w:rsidRDefault="004346A4" w14:paraId="4003BE67" w14:textId="77777777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</w:p>
        </w:tc>
        <w:tc>
          <w:tcPr>
            <w:tcW w:w="993" w:type="dxa"/>
            <w:shd w:val="clear" w:color="auto" w:fill="A6A6A6"/>
            <w:vAlign w:val="center"/>
          </w:tcPr>
          <w:p w:rsidR="004346A4" w:rsidP="00751645" w:rsidRDefault="004346A4" w14:paraId="6AAC51CD" w14:textId="77777777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Levels</w:t>
            </w:r>
          </w:p>
        </w:tc>
        <w:tc>
          <w:tcPr>
            <w:tcW w:w="992" w:type="dxa"/>
            <w:shd w:val="clear" w:color="auto" w:fill="A6A6A6"/>
            <w:vAlign w:val="center"/>
          </w:tcPr>
          <w:p w:rsidR="004346A4" w:rsidP="00751645" w:rsidRDefault="004346A4" w14:paraId="6FCB2440" w14:textId="77777777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Mode</w:t>
            </w:r>
          </w:p>
        </w:tc>
        <w:tc>
          <w:tcPr>
            <w:tcW w:w="1332" w:type="dxa"/>
            <w:vMerge/>
            <w:shd w:val="clear" w:color="auto" w:fill="A6A6A6"/>
            <w:vAlign w:val="center"/>
          </w:tcPr>
          <w:p w:rsidRPr="009A3A2B" w:rsidR="004346A4" w:rsidP="00751645" w:rsidRDefault="004346A4" w14:paraId="5F3A91FA" w14:textId="77777777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</w:p>
        </w:tc>
      </w:tr>
      <w:tr w:rsidR="007A4173" w:rsidTr="007A4173" w14:paraId="38643B25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1579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  <w:hideMark/>
          </w:tcPr>
          <w:p w:rsidR="007A4173" w:rsidRDefault="007A4173" w14:paraId="25840C00" w14:textId="77777777">
            <w:pPr>
              <w:pStyle w:val="Tabellenkrper"/>
              <w:spacing w:before="20" w:after="20"/>
              <w:rPr>
                <w:lang w:val="en-GB"/>
              </w:rPr>
            </w:pPr>
            <w:r>
              <w:rPr>
                <w:b/>
                <w:lang w:val="en-GB"/>
              </w:rPr>
              <w:t xml:space="preserve">Feature </w:t>
            </w:r>
            <w:r w:rsidR="003D2A88">
              <w:rPr>
                <w:b/>
                <w:lang w:val="en-GB"/>
              </w:rPr>
              <w:t>4060300</w:t>
            </w:r>
            <w:r>
              <w:rPr>
                <w:b/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  <w:r w:rsidR="003D2A88">
              <w:rPr>
                <w:lang w:val="en-GB"/>
              </w:rPr>
              <w:t>4.6.3: Transitions Conditions Table</w:t>
            </w:r>
            <w:r w:rsidR="00E4205F">
              <w:rPr>
                <w:lang w:val="en-GB"/>
              </w:rPr>
              <w:t xml:space="preserve"> </w:t>
            </w:r>
          </w:p>
          <w:p w:rsidR="007A4173" w:rsidP="003D2A88" w:rsidRDefault="007A4173" w14:paraId="55CD19D1" w14:textId="77777777">
            <w:pPr>
              <w:pStyle w:val="Tabellenkrper"/>
              <w:spacing w:before="20" w:after="2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Test Case </w:t>
            </w:r>
            <w:r w:rsidR="003D2A88">
              <w:rPr>
                <w:b/>
                <w:lang w:val="en-GB"/>
              </w:rPr>
              <w:t>10</w:t>
            </w:r>
            <w:r>
              <w:rPr>
                <w:b/>
                <w:lang w:val="en-GB"/>
              </w:rPr>
              <w:t xml:space="preserve">: </w:t>
            </w:r>
            <w:r w:rsidR="003D2A88">
              <w:rPr>
                <w:lang w:val="en-GB"/>
              </w:rPr>
              <w:t>The ETCS on-board equipment is powered .Transition Condition Id [4].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1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1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N/A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NP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ERTMS/ETCS onboard unit is powered up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I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SIM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Info:</w:t>
            </w:r>
          </w:p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The on-board equipment changes to SB mode.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N/A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NP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2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2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N/A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NP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Any message (NID_MESSAGE_JRU=ALL; M_MODE=6) is recorded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O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JRU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N/A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38643B25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1579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  <w:hideMark/>
          </w:tcPr>
          <w:p w:rsidR="007A4173" w:rsidRDefault="007A4173" w14:paraId="25840C00" w14:textId="77777777">
            <w:pPr>
              <w:pStyle w:val="Tabellenkrper"/>
              <w:spacing w:before="20" w:after="20"/>
              <w:rPr>
                <w:lang w:val="en-GB"/>
              </w:rPr>
            </w:pPr>
            <w:r>
              <w:rPr>
                <w:b/>
                <w:lang w:val="en-GB"/>
              </w:rPr>
              <w:t xml:space="preserve">Feature </w:t>
            </w:r>
            <w:r w:rsidR="003D2A88">
              <w:rPr>
                <w:b/>
                <w:lang w:val="en-GB"/>
              </w:rPr>
              <w:t>5040300</w:t>
            </w:r>
            <w:r>
              <w:rPr>
                <w:b/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  <w:r w:rsidR="003D2A88">
              <w:rPr>
                <w:lang w:val="en-GB"/>
              </w:rPr>
              <w:t>5.4.3: Table of requirements for 'Start of Mission' procedure</w:t>
            </w:r>
            <w:r w:rsidR="00E4205F">
              <w:rPr>
                <w:lang w:val="en-GB"/>
              </w:rPr>
              <w:t xml:space="preserve"> </w:t>
            </w:r>
          </w:p>
          <w:p w:rsidR="007A4173" w:rsidP="003D2A88" w:rsidRDefault="007A4173" w14:paraId="55CD19D1" w14:textId="77777777">
            <w:pPr>
              <w:pStyle w:val="Tabellenkrper"/>
              <w:spacing w:before="20" w:after="2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Test Case </w:t>
            </w:r>
            <w:r w:rsidR="003D2A88">
              <w:rPr>
                <w:b/>
                <w:lang w:val="en-GB"/>
              </w:rPr>
              <w:t>24</w:t>
            </w:r>
            <w:r>
              <w:rPr>
                <w:b/>
                <w:lang w:val="en-GB"/>
              </w:rPr>
              <w:t xml:space="preserve">: </w:t>
            </w:r>
            <w:r w:rsidR="003D2A88">
              <w:rPr>
                <w:lang w:val="en-GB"/>
              </w:rPr>
              <w:t>Start of Mission procedure is engaged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3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1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N/A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Cab active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I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TIU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N/A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4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2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N/A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CAB STATUS (NID_MESSAGE_JRU=38; M_MODE=6; M_CAB_A_STATUS=1) is recorded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O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JRU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N/A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5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3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N/A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The Mode symbol "Stand By" is displayed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O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DMI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N/A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38643B25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1579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  <w:hideMark/>
          </w:tcPr>
          <w:p w:rsidR="007A4173" w:rsidRDefault="007A4173" w14:paraId="25840C00" w14:textId="77777777">
            <w:pPr>
              <w:pStyle w:val="Tabellenkrper"/>
              <w:spacing w:before="20" w:after="20"/>
              <w:rPr>
                <w:lang w:val="en-GB"/>
              </w:rPr>
            </w:pPr>
            <w:r>
              <w:rPr>
                <w:b/>
                <w:lang w:val="en-GB"/>
              </w:rPr>
              <w:t xml:space="preserve">Feature </w:t>
            </w:r>
            <w:r w:rsidR="003D2A88">
              <w:rPr>
                <w:b/>
                <w:lang w:val="en-GB"/>
              </w:rPr>
              <w:t>5040300</w:t>
            </w:r>
            <w:r>
              <w:rPr>
                <w:b/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  <w:r w:rsidR="003D2A88">
              <w:rPr>
                <w:lang w:val="en-GB"/>
              </w:rPr>
              <w:t>5.4.3: Table of requirements for 'Start of Mission' procedure</w:t>
            </w:r>
            <w:r w:rsidR="00E4205F">
              <w:rPr>
                <w:lang w:val="en-GB"/>
              </w:rPr>
              <w:t xml:space="preserve"> </w:t>
            </w:r>
          </w:p>
          <w:p w:rsidR="007A4173" w:rsidP="003D2A88" w:rsidRDefault="007A4173" w14:paraId="55CD19D1" w14:textId="77777777">
            <w:pPr>
              <w:pStyle w:val="Tabellenkrper"/>
              <w:spacing w:before="20" w:after="2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Test Case </w:t>
            </w:r>
            <w:r w:rsidR="003D2A88">
              <w:rPr>
                <w:b/>
                <w:lang w:val="en-GB"/>
              </w:rPr>
              <w:t>7</w:t>
            </w:r>
            <w:r>
              <w:rPr>
                <w:b/>
                <w:lang w:val="en-GB"/>
              </w:rPr>
              <w:t xml:space="preserve">: </w:t>
            </w:r>
            <w:r w:rsidR="003D2A88">
              <w:rPr>
                <w:lang w:val="en-GB"/>
              </w:rPr>
              <w:t>The on-board equipment requests the driver to enter a driver ID within the scope of the Start of Mission procedure in SB mode when the status of the driver ID is unknown.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6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1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N/A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The Driver ID window is displayed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O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DMI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There is no value initially displayed (the status of the driver ID is unknown).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N/A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7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2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N/A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The Close button in the Driver ID window is disabled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O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DMI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N/A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8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3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N/A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The driver enters the "Driver ID"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I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DMI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N/A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9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4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N/A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Any message (NID_MESSAGE_JRU=ALL; DRIVER_ID) is recorded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O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JRU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N/A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38643B25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1579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  <w:hideMark/>
          </w:tcPr>
          <w:p w:rsidR="007A4173" w:rsidRDefault="007A4173" w14:paraId="25840C00" w14:textId="77777777">
            <w:pPr>
              <w:pStyle w:val="Tabellenkrper"/>
              <w:spacing w:before="20" w:after="20"/>
              <w:rPr>
                <w:lang w:val="en-GB"/>
              </w:rPr>
            </w:pPr>
            <w:r>
              <w:rPr>
                <w:b/>
                <w:lang w:val="en-GB"/>
              </w:rPr>
              <w:t xml:space="preserve">Feature </w:t>
            </w:r>
            <w:r w:rsidR="003D2A88">
              <w:rPr>
                <w:b/>
                <w:lang w:val="en-GB"/>
              </w:rPr>
              <w:t>5040300</w:t>
            </w:r>
            <w:r>
              <w:rPr>
                <w:b/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  <w:r w:rsidR="003D2A88">
              <w:rPr>
                <w:lang w:val="en-GB"/>
              </w:rPr>
              <w:t>5.4.3: Table of requirements for 'Start of Mission' procedure</w:t>
            </w:r>
            <w:r w:rsidR="00E4205F">
              <w:rPr>
                <w:lang w:val="en-GB"/>
              </w:rPr>
              <w:t xml:space="preserve"> </w:t>
            </w:r>
          </w:p>
          <w:p w:rsidR="007A4173" w:rsidP="003D2A88" w:rsidRDefault="007A4173" w14:paraId="55CD19D1" w14:textId="77777777">
            <w:pPr>
              <w:pStyle w:val="Tabellenkrper"/>
              <w:spacing w:before="20" w:after="2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Test Case </w:t>
            </w:r>
            <w:r w:rsidR="003D2A88">
              <w:rPr>
                <w:b/>
                <w:lang w:val="en-GB"/>
              </w:rPr>
              <w:t>10</w:t>
            </w:r>
            <w:r>
              <w:rPr>
                <w:b/>
                <w:lang w:val="en-GB"/>
              </w:rPr>
              <w:t xml:space="preserve">: </w:t>
            </w:r>
            <w:r w:rsidR="003D2A88">
              <w:rPr>
                <w:lang w:val="en-GB"/>
              </w:rPr>
              <w:t>Within the scope of the Start of Mission procedure in SB mode, the status of the ERTMS/ETCS Level data is INVALID. The driver selects a level (the existing ERTMS/ETCS Level or a new one).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10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1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N/A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The driver selects "Level 0/1/2/NTC"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I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DMI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Depending on the implementation, a list of available levels may be presented to the driver on the DMI. The driver is then allowed to select one level among the proposed levels.</w:t>
            </w:r>
          </w:p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For NTC levels, the abbreviations of the concerned National Systems shall be presented to the driver.</w:t>
            </w:r>
          </w:p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_____</w:t>
            </w:r>
          </w:p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The Driver selects L1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11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2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DRIVER’S ACTIONS (NID_MESSAGE_JRU=11; M_DRIVERACTIONS=0010 0010/0010 0011/0010 0100/0010 0110) is recorded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O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JRU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12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3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Any message (NID_MESSAGE_JRU=ALL; M_LEVEL=0/1/2/3) is recorded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O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JRU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38643B25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1579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  <w:hideMark/>
          </w:tcPr>
          <w:p w:rsidR="007A4173" w:rsidRDefault="007A4173" w14:paraId="25840C00" w14:textId="77777777">
            <w:pPr>
              <w:pStyle w:val="Tabellenkrper"/>
              <w:spacing w:before="20" w:after="20"/>
              <w:rPr>
                <w:lang w:val="en-GB"/>
              </w:rPr>
            </w:pPr>
            <w:r>
              <w:rPr>
                <w:b/>
                <w:lang w:val="en-GB"/>
              </w:rPr>
              <w:t xml:space="preserve">Feature </w:t>
            </w:r>
            <w:r w:rsidR="003D2A88">
              <w:rPr>
                <w:b/>
                <w:lang w:val="en-GB"/>
              </w:rPr>
              <w:t>5040300</w:t>
            </w:r>
            <w:r>
              <w:rPr>
                <w:b/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  <w:r w:rsidR="003D2A88">
              <w:rPr>
                <w:lang w:val="en-GB"/>
              </w:rPr>
              <w:t>5.4.3: Table of requirements for 'Start of Mission' procedure</w:t>
            </w:r>
            <w:r w:rsidR="00E4205F">
              <w:rPr>
                <w:lang w:val="en-GB"/>
              </w:rPr>
              <w:t xml:space="preserve"> </w:t>
            </w:r>
          </w:p>
          <w:p w:rsidR="007A4173" w:rsidP="003D2A88" w:rsidRDefault="007A4173" w14:paraId="55CD19D1" w14:textId="77777777">
            <w:pPr>
              <w:pStyle w:val="Tabellenkrper"/>
              <w:spacing w:before="20" w:after="2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Test Case </w:t>
            </w:r>
            <w:r w:rsidR="003D2A88">
              <w:rPr>
                <w:b/>
                <w:lang w:val="en-GB"/>
              </w:rPr>
              <w:t>6</w:t>
            </w:r>
            <w:r>
              <w:rPr>
                <w:b/>
                <w:lang w:val="en-GB"/>
              </w:rPr>
              <w:t xml:space="preserve">: </w:t>
            </w:r>
            <w:r w:rsidR="003D2A88">
              <w:rPr>
                <w:lang w:val="en-GB"/>
              </w:rPr>
              <w:t>Within the scope of the Start of Mission procedure in SB mode, the On-Board equipment offers the driver to select either SH or NL or ‘Train Data Entry’ before the on-board equipment requests the driver to enter a complete set of Train Data. The driver selects ‘Train Data Entry’.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13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1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The Main window is displayed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O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DMI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Starting conditions</w:t>
            </w:r>
          </w:p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The driver can select either SH or NL or 'Train Data Entry'</w:t>
            </w:r>
          </w:p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The 'Non-Leading' button is enabled if the 'non leading' input signal is received.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14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2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The driver presses "Train Data"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I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DMI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15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3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DRIVER’S ACTIONS (NID_MESSAGE_JRU=11; M_DRIVERACTIONS=0001 0100) is recorded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O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JRU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38643B25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1579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  <w:hideMark/>
          </w:tcPr>
          <w:p w:rsidR="007A4173" w:rsidRDefault="007A4173" w14:paraId="25840C00" w14:textId="77777777">
            <w:pPr>
              <w:pStyle w:val="Tabellenkrper"/>
              <w:spacing w:before="20" w:after="20"/>
              <w:rPr>
                <w:lang w:val="en-GB"/>
              </w:rPr>
            </w:pPr>
            <w:r>
              <w:rPr>
                <w:b/>
                <w:lang w:val="en-GB"/>
              </w:rPr>
              <w:t xml:space="preserve">Feature </w:t>
            </w:r>
            <w:r w:rsidR="003D2A88">
              <w:rPr>
                <w:b/>
                <w:lang w:val="en-GB"/>
              </w:rPr>
              <w:t>5040300</w:t>
            </w:r>
            <w:r>
              <w:rPr>
                <w:b/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  <w:r w:rsidR="003D2A88">
              <w:rPr>
                <w:lang w:val="en-GB"/>
              </w:rPr>
              <w:t>5.4.3: Table of requirements for 'Start of Mission' procedure</w:t>
            </w:r>
            <w:r w:rsidR="00E4205F">
              <w:rPr>
                <w:lang w:val="en-GB"/>
              </w:rPr>
              <w:t xml:space="preserve"> </w:t>
            </w:r>
          </w:p>
          <w:p w:rsidR="007A4173" w:rsidP="003D2A88" w:rsidRDefault="007A4173" w14:paraId="55CD19D1" w14:textId="77777777">
            <w:pPr>
              <w:pStyle w:val="Tabellenkrper"/>
              <w:spacing w:before="20" w:after="2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Test Case </w:t>
            </w:r>
            <w:r w:rsidR="003D2A88">
              <w:rPr>
                <w:b/>
                <w:lang w:val="en-GB"/>
              </w:rPr>
              <w:t>47</w:t>
            </w:r>
            <w:r>
              <w:rPr>
                <w:b/>
                <w:lang w:val="en-GB"/>
              </w:rPr>
              <w:t xml:space="preserve">: </w:t>
            </w:r>
            <w:r w:rsidR="003D2A88">
              <w:rPr>
                <w:lang w:val="en-GB"/>
              </w:rPr>
              <w:t>The on-board equipment requests the driver to enter a complete set of Train Data within the scope of the Start of Mission procedure in SB mode when the status of the Train Data is unknown (S12)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18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1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The Train Data window is displayed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O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DMI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The on-board equipment requires the driver to enter all Train Data unknown by the on-board equipment and prevents the driver from performing any other actions.</w:t>
            </w:r>
          </w:p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/>
            </w:r>
          </w:p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The driver might be requested to enter: </w:t>
            </w:r>
          </w:p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 'Train category(ies)', </w:t>
            </w:r>
          </w:p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 'Traction / brake parameters', </w:t>
            </w:r>
          </w:p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 'Maximum train speed', </w:t>
            </w:r>
          </w:p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 'Loading gauge', </w:t>
            </w:r>
          </w:p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 'Axle load category', </w:t>
            </w:r>
          </w:p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 'Train fitted with airtight system' and </w:t>
            </w:r>
          </w:p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 'Train length' only displayed (and can be modified if train data is flexible) if "safe consist length not captured as part of valid Train Data".</w:t>
            </w:r>
          </w:p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/>
            </w:r>
          </w:p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But the driver shall never be requested to enter: </w:t>
            </w:r>
          </w:p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 Train Data "safe consist length", </w:t>
            </w:r>
          </w:p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 'Traction system(s) accepted by the engine', </w:t>
            </w:r>
          </w:p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 'List of National Systems available on-board' or </w:t>
            </w:r>
          </w:p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 'Axle number'.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19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2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The driver enters the "Train Data"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I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DMI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The Driver enters each Train data unknown on-board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20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3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The Train Data Validation Window is displayed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O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DMI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A complete set of valid Train Data is available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21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4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The driver validates the "Train Data"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I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DMI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The on-board equipment allows the driver to validate as soon as a valid and complete set of Train Data is entered.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22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5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DRIVER’S ACTIONS (NID_MESSAGE_JRU=11; M_DRIVERACTIONS=0001 0101) is recorded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O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JRU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23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6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TRAIN DATA (NID_MESSAGE_JRU=2) is recorded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O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JRU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38643B25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1579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  <w:hideMark/>
          </w:tcPr>
          <w:p w:rsidR="007A4173" w:rsidRDefault="007A4173" w14:paraId="25840C00" w14:textId="77777777">
            <w:pPr>
              <w:pStyle w:val="Tabellenkrper"/>
              <w:spacing w:before="20" w:after="20"/>
              <w:rPr>
                <w:lang w:val="en-GB"/>
              </w:rPr>
            </w:pPr>
            <w:r>
              <w:rPr>
                <w:b/>
                <w:lang w:val="en-GB"/>
              </w:rPr>
              <w:t xml:space="preserve">Feature </w:t>
            </w:r>
            <w:r w:rsidR="003D2A88">
              <w:rPr>
                <w:b/>
                <w:lang w:val="en-GB"/>
              </w:rPr>
              <w:t>5040300</w:t>
            </w:r>
            <w:r>
              <w:rPr>
                <w:b/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  <w:r w:rsidR="003D2A88">
              <w:rPr>
                <w:lang w:val="en-GB"/>
              </w:rPr>
              <w:t>5.4.3: Table of requirements for 'Start of Mission' procedure</w:t>
            </w:r>
            <w:r w:rsidR="00E4205F">
              <w:rPr>
                <w:lang w:val="en-GB"/>
              </w:rPr>
              <w:t xml:space="preserve"> </w:t>
            </w:r>
          </w:p>
          <w:p w:rsidR="007A4173" w:rsidP="003D2A88" w:rsidRDefault="007A4173" w14:paraId="55CD19D1" w14:textId="77777777">
            <w:pPr>
              <w:pStyle w:val="Tabellenkrper"/>
              <w:spacing w:before="20" w:after="2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Test Case </w:t>
            </w:r>
            <w:r w:rsidR="003D2A88">
              <w:rPr>
                <w:b/>
                <w:lang w:val="en-GB"/>
              </w:rPr>
              <w:t>46</w:t>
            </w:r>
            <w:r>
              <w:rPr>
                <w:b/>
                <w:lang w:val="en-GB"/>
              </w:rPr>
              <w:t xml:space="preserve">: </w:t>
            </w:r>
            <w:r w:rsidR="003D2A88">
              <w:rPr>
                <w:lang w:val="en-GB"/>
              </w:rPr>
              <w:t>After the set of Train Data has been entered/re-validated by the driver (in S12), if the status of the Train running number is 'unknown', the ERTMS/ETCS on-board equipment requests the driver to enter the Train running number (S13)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25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1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The current data value of "Train Running Number" is displayed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O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DMI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The displayed value of "Train Running Number" is empty as it is UNKNOWN.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26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2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The driver enters the "Train Running Number"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I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DMI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Entered Train Running Number: NID_OPERATIONAL_1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27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3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TRAIN RUNNING NUMBER ENTERED BY THE DRIVER (NID_MESSAGE_JRU=49; NID_OPERATIONAL=NID_OPERATIONAL_1) is recorded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O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JRU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38643B25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1579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  <w:hideMark/>
          </w:tcPr>
          <w:p w:rsidR="007A4173" w:rsidRDefault="007A4173" w14:paraId="25840C00" w14:textId="77777777">
            <w:pPr>
              <w:pStyle w:val="Tabellenkrper"/>
              <w:spacing w:before="20" w:after="20"/>
              <w:rPr>
                <w:lang w:val="en-GB"/>
              </w:rPr>
            </w:pPr>
            <w:r>
              <w:rPr>
                <w:b/>
                <w:lang w:val="en-GB"/>
              </w:rPr>
              <w:t xml:space="preserve">Feature </w:t>
            </w:r>
            <w:r w:rsidR="003D2A88">
              <w:rPr>
                <w:b/>
                <w:lang w:val="en-GB"/>
              </w:rPr>
              <w:t>5040300</w:t>
            </w:r>
            <w:r>
              <w:rPr>
                <w:b/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  <w:r w:rsidR="003D2A88">
              <w:rPr>
                <w:lang w:val="en-GB"/>
              </w:rPr>
              <w:t>5.4.3: Table of requirements for 'Start of Mission' procedure</w:t>
            </w:r>
            <w:r w:rsidR="00E4205F">
              <w:rPr>
                <w:lang w:val="en-GB"/>
              </w:rPr>
              <w:t xml:space="preserve"> </w:t>
            </w:r>
          </w:p>
          <w:p w:rsidR="007A4173" w:rsidP="003D2A88" w:rsidRDefault="007A4173" w14:paraId="55CD19D1" w14:textId="77777777">
            <w:pPr>
              <w:pStyle w:val="Tabellenkrper"/>
              <w:spacing w:before="20" w:after="2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Test Case </w:t>
            </w:r>
            <w:r w:rsidR="003D2A88">
              <w:rPr>
                <w:b/>
                <w:lang w:val="en-GB"/>
              </w:rPr>
              <w:t>1</w:t>
            </w:r>
            <w:r>
              <w:rPr>
                <w:b/>
                <w:lang w:val="en-GB"/>
              </w:rPr>
              <w:t xml:space="preserve">: </w:t>
            </w:r>
            <w:r w:rsidR="003D2A88">
              <w:rPr>
                <w:lang w:val="en-GB"/>
              </w:rPr>
              <w:t>The on-board equipment requests the driver to re-validate/enter a complete set of Train Data within the scope of the Start of Mission procedure in SB mode when level is 0/1/NTC (Subset-026-5.4.3.2 S12). 
The driver is requested to enter/re-validate the Train running number if the status of the Train running number is 'unknown' or 'invalid'.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28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3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The Start button in the Main window is enabled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O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DMI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38643B25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1579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  <w:hideMark/>
          </w:tcPr>
          <w:p w:rsidR="007A4173" w:rsidRDefault="007A4173" w14:paraId="25840C00" w14:textId="77777777">
            <w:pPr>
              <w:pStyle w:val="Tabellenkrper"/>
              <w:spacing w:before="20" w:after="20"/>
              <w:rPr>
                <w:lang w:val="en-GB"/>
              </w:rPr>
            </w:pPr>
            <w:r>
              <w:rPr>
                <w:b/>
                <w:lang w:val="en-GB"/>
              </w:rPr>
              <w:t xml:space="preserve">Feature </w:t>
            </w:r>
            <w:r w:rsidR="003D2A88">
              <w:rPr>
                <w:b/>
                <w:lang w:val="en-GB"/>
              </w:rPr>
              <w:t>5040300</w:t>
            </w:r>
            <w:r>
              <w:rPr>
                <w:b/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  <w:r w:rsidR="003D2A88">
              <w:rPr>
                <w:lang w:val="en-GB"/>
              </w:rPr>
              <w:t>5.4.3: Table of requirements for 'Start of Mission' procedure</w:t>
            </w:r>
            <w:r w:rsidR="00E4205F">
              <w:rPr>
                <w:lang w:val="en-GB"/>
              </w:rPr>
              <w:t xml:space="preserve"> </w:t>
            </w:r>
          </w:p>
          <w:p w:rsidR="007A4173" w:rsidP="003D2A88" w:rsidRDefault="007A4173" w14:paraId="55CD19D1" w14:textId="77777777">
            <w:pPr>
              <w:pStyle w:val="Tabellenkrper"/>
              <w:spacing w:before="20" w:after="2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Test Case </w:t>
            </w:r>
            <w:r w:rsidR="003D2A88">
              <w:rPr>
                <w:b/>
                <w:lang w:val="en-GB"/>
              </w:rPr>
              <w:t>16</w:t>
            </w:r>
            <w:r>
              <w:rPr>
                <w:b/>
                <w:lang w:val="en-GB"/>
              </w:rPr>
              <w:t xml:space="preserve">: </w:t>
            </w:r>
            <w:r w:rsidR="003D2A88">
              <w:rPr>
                <w:lang w:val="en-GB"/>
              </w:rPr>
              <w:t>The driver selects 'Start' within the scope of the Start of Mission procedure in SB mode and in ERTMS Level 1.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29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1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The driver presses "Start"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I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DMI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30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2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DRIVER’S ACTIONS (NID_MESSAGE_JRU=11; M_DRIVERACTIONS=0001 0011) is recorded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O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JRU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31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3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The Mode symbol "Acknowledge Staff Responsible" is displayed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O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DMI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32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4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DMI SYMBOL STATUS (NID_MESSAGE_JRU=21; DMI_SYMB_STATUS=&lt;Bit25=1&gt;) is recorded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O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JRU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33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5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The driver acknowledges "Staff Responsible"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I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DMI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34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6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DRIVER’S ACTIONS (NID_MESSAGE_JRU=11; M_DRIVERACTIONS=0000 0011) is recorded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O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JRU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35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7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SB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Any message (NID_MESSAGE_JRU=ALL; M_MODE=2) is recorded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O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JRU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SR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36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8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SR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The Mode symbol "Staff Responsible" is displayed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O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DMI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SR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37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9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SR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DMI SYMBOL STATUS (NID_MESSAGE_JRU=21; DMI_SYMB_STATUS=&lt;Bit24=1&gt;) is recorded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O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JRU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SR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38643B25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1579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  <w:hideMark/>
          </w:tcPr>
          <w:p w:rsidR="007A4173" w:rsidRDefault="007A4173" w14:paraId="25840C00" w14:textId="77777777">
            <w:pPr>
              <w:pStyle w:val="Tabellenkrper"/>
              <w:spacing w:before="20" w:after="20"/>
              <w:rPr>
                <w:lang w:val="en-GB"/>
              </w:rPr>
            </w:pPr>
            <w:r>
              <w:rPr>
                <w:b/>
                <w:lang w:val="en-GB"/>
              </w:rPr>
              <w:t xml:space="preserve">Feature </w:t>
            </w:r>
            <w:r w:rsidR="003D2A88">
              <w:rPr>
                <w:b/>
                <w:lang w:val="en-GB"/>
              </w:rPr>
              <w:t>5100100</w:t>
            </w:r>
            <w:r>
              <w:rPr>
                <w:b/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  <w:r w:rsidR="003D2A88">
              <w:rPr>
                <w:lang w:val="en-GB"/>
              </w:rPr>
              <w:t>5.10.1: Level Transitions General requirements</w:t>
            </w:r>
            <w:r w:rsidR="00E4205F">
              <w:rPr>
                <w:lang w:val="en-GB"/>
              </w:rPr>
              <w:t xml:space="preserve"> </w:t>
            </w:r>
          </w:p>
          <w:p w:rsidR="007A4173" w:rsidP="003D2A88" w:rsidRDefault="007A4173" w14:paraId="55CD19D1" w14:textId="77777777">
            <w:pPr>
              <w:pStyle w:val="Tabellenkrper"/>
              <w:spacing w:before="20" w:after="2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Test Case </w:t>
            </w:r>
            <w:r w:rsidR="003D2A88">
              <w:rPr>
                <w:b/>
                <w:lang w:val="en-GB"/>
              </w:rPr>
              <w:t>37</w:t>
            </w:r>
            <w:r>
              <w:rPr>
                <w:b/>
                <w:lang w:val="en-GB"/>
              </w:rPr>
              <w:t xml:space="preserve">: </w:t>
            </w:r>
            <w:r w:rsidR="003D2A88">
              <w:rPr>
                <w:lang w:val="en-GB"/>
              </w:rPr>
              <w:t>The train receives an order to switch immediately from L1 to L2 at the current position. On-board equipment immediately switches to L2.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39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1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50.00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SR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One Balise Group message containing packet 41 (M_LEVELTR=3) is received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I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BTM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Info:</w:t>
            </w:r>
          </w:p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The train reaches the Level transition border and an order to switch immediately to Level 2 is received from balise group BGa.</w:t>
            </w:r>
          </w:p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Packet 41: 'Level Transition Order' is RECEIVED (D_LEVELTR= 0 or = 32767, M_LEVELTR=3)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SR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38643B25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1579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  <w:hideMark/>
          </w:tcPr>
          <w:p w:rsidR="007A4173" w:rsidRDefault="007A4173" w14:paraId="25840C00" w14:textId="77777777">
            <w:pPr>
              <w:pStyle w:val="Tabellenkrper"/>
              <w:spacing w:before="20" w:after="20"/>
              <w:rPr>
                <w:lang w:val="en-GB"/>
              </w:rPr>
            </w:pPr>
            <w:r>
              <w:rPr>
                <w:b/>
                <w:lang w:val="en-GB"/>
              </w:rPr>
              <w:t xml:space="preserve">Feature </w:t>
            </w:r>
            <w:r w:rsidR="003D2A88">
              <w:rPr>
                <w:b/>
                <w:lang w:val="en-GB"/>
              </w:rPr>
              <w:t>3050300</w:t>
            </w:r>
            <w:r>
              <w:rPr>
                <w:b/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  <w:r w:rsidR="003D2A88">
              <w:rPr>
                <w:lang w:val="en-GB"/>
              </w:rPr>
              <w:t>3.5.3: Establishing a communication session</w:t>
            </w:r>
            <w:r w:rsidR="00E4205F">
              <w:rPr>
                <w:lang w:val="en-GB"/>
              </w:rPr>
              <w:t xml:space="preserve"> </w:t>
            </w:r>
          </w:p>
          <w:p w:rsidR="007A4173" w:rsidP="003D2A88" w:rsidRDefault="007A4173" w14:paraId="55CD19D1" w14:textId="77777777">
            <w:pPr>
              <w:pStyle w:val="Tabellenkrper"/>
              <w:spacing w:before="20" w:after="2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Test Case </w:t>
            </w:r>
            <w:r w:rsidR="003D2A88">
              <w:rPr>
                <w:b/>
                <w:lang w:val="en-GB"/>
              </w:rPr>
              <w:t>22</w:t>
            </w:r>
            <w:r>
              <w:rPr>
                <w:b/>
                <w:lang w:val="en-GB"/>
              </w:rPr>
              <w:t xml:space="preserve">: </w:t>
            </w:r>
            <w:r w:rsidR="003D2A88">
              <w:rPr>
                <w:lang w:val="en-GB"/>
              </w:rPr>
              <w:t>System version is compatible and session is established.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41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1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50.00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SR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One Balise Group message containing packet 42 (NID_RBC&lt;&gt;16383; NID_RADIO&lt;&gt;FFFF FFFF FFFF FFFF) is received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I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BTM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Not use last known RBC and don't use short number.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SR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42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2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50.00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SR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TELEGRAM FROM BALISE (NID_MESSAGE_JRU=6) is recorded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O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JRU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SR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38643B25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1579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  <w:hideMark/>
          </w:tcPr>
          <w:p w:rsidR="007A4173" w:rsidRDefault="007A4173" w14:paraId="25840C00" w14:textId="77777777">
            <w:pPr>
              <w:pStyle w:val="Tabellenkrper"/>
              <w:spacing w:before="20" w:after="20"/>
              <w:rPr>
                <w:lang w:val="en-GB"/>
              </w:rPr>
            </w:pPr>
            <w:r>
              <w:rPr>
                <w:b/>
                <w:lang w:val="en-GB"/>
              </w:rPr>
              <w:t xml:space="preserve">Feature </w:t>
            </w:r>
            <w:r w:rsidR="003D2A88">
              <w:rPr>
                <w:b/>
                <w:lang w:val="en-GB"/>
              </w:rPr>
              <w:t>5100100</w:t>
            </w:r>
            <w:r>
              <w:rPr>
                <w:b/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  <w:r w:rsidR="003D2A88">
              <w:rPr>
                <w:lang w:val="en-GB"/>
              </w:rPr>
              <w:t>5.10.1: Level Transitions General requirements</w:t>
            </w:r>
            <w:r w:rsidR="00E4205F">
              <w:rPr>
                <w:lang w:val="en-GB"/>
              </w:rPr>
              <w:t xml:space="preserve"> </w:t>
            </w:r>
          </w:p>
          <w:p w:rsidR="007A4173" w:rsidP="003D2A88" w:rsidRDefault="007A4173" w14:paraId="55CD19D1" w14:textId="77777777">
            <w:pPr>
              <w:pStyle w:val="Tabellenkrper"/>
              <w:spacing w:before="20" w:after="2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Test Case </w:t>
            </w:r>
            <w:r w:rsidR="003D2A88">
              <w:rPr>
                <w:b/>
                <w:lang w:val="en-GB"/>
              </w:rPr>
              <w:t>37</w:t>
            </w:r>
            <w:r>
              <w:rPr>
                <w:b/>
                <w:lang w:val="en-GB"/>
              </w:rPr>
              <w:t xml:space="preserve">: </w:t>
            </w:r>
            <w:r w:rsidR="003D2A88">
              <w:rPr>
                <w:lang w:val="en-GB"/>
              </w:rPr>
              <w:t>The train receives an order to switch immediately from L1 to L2 at the current position. On-board equipment immediately switches to L2.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43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3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50.00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SR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The Level symbol "Level 2" is displayed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O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DMI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Info: </w:t>
            </w:r>
          </w:p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ONLY if NOT in SL mode.</w:t>
            </w:r>
          </w:p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The On-board equipment switches to Level 2. Level 2 is DISPLAYED. 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SR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44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4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50.00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SR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DMI SYMBOL STATUS (NID_MESSAGE_JRU=21; DMI_SYMB_STATUS=&lt;Bit04=1&gt;) is recorded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O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JRU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Info: </w:t>
            </w:r>
          </w:p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ONLY if NOT in SL mode. </w:t>
            </w:r>
          </w:p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Level 2 is RECORDED.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SR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38643B25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1579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  <w:hideMark/>
          </w:tcPr>
          <w:p w:rsidR="007A4173" w:rsidRDefault="007A4173" w14:paraId="25840C00" w14:textId="77777777">
            <w:pPr>
              <w:pStyle w:val="Tabellenkrper"/>
              <w:spacing w:before="20" w:after="20"/>
              <w:rPr>
                <w:lang w:val="en-GB"/>
              </w:rPr>
            </w:pPr>
            <w:r>
              <w:rPr>
                <w:b/>
                <w:lang w:val="en-GB"/>
              </w:rPr>
              <w:t xml:space="preserve">Feature </w:t>
            </w:r>
            <w:r w:rsidR="003D2A88">
              <w:rPr>
                <w:b/>
                <w:lang w:val="en-GB"/>
              </w:rPr>
              <w:t>3050300</w:t>
            </w:r>
            <w:r>
              <w:rPr>
                <w:b/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  <w:r w:rsidR="003D2A88">
              <w:rPr>
                <w:lang w:val="en-GB"/>
              </w:rPr>
              <w:t>3.5.3: Establishing a communication session</w:t>
            </w:r>
            <w:r w:rsidR="00E4205F">
              <w:rPr>
                <w:lang w:val="en-GB"/>
              </w:rPr>
              <w:t xml:space="preserve"> </w:t>
            </w:r>
          </w:p>
          <w:p w:rsidR="007A4173" w:rsidP="003D2A88" w:rsidRDefault="007A4173" w14:paraId="55CD19D1" w14:textId="77777777">
            <w:pPr>
              <w:pStyle w:val="Tabellenkrper"/>
              <w:spacing w:before="20" w:after="2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Test Case </w:t>
            </w:r>
            <w:r w:rsidR="003D2A88">
              <w:rPr>
                <w:b/>
                <w:lang w:val="en-GB"/>
              </w:rPr>
              <w:t>22</w:t>
            </w:r>
            <w:r>
              <w:rPr>
                <w:b/>
                <w:lang w:val="en-GB"/>
              </w:rPr>
              <w:t xml:space="preserve">: </w:t>
            </w:r>
            <w:r w:rsidR="003D2A88">
              <w:rPr>
                <w:lang w:val="en-GB"/>
              </w:rPr>
              <w:t>System version is compatible and session is established.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45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3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50.00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SR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SA-CONNECT.Request is transmitted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O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RTM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The onboard tries to set up a connection with the phone number included in the session management packet. </w:t>
            </w:r>
          </w:p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Info: According to EURORADIO specifications. This attempt shall be repeated until successful.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SR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46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4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50.00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SR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SA-CONNECT.Confirm is received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I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RTM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SR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47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5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50.00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SR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The Status symbol "Safe radio connection - Connection Up" is displayed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O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DMI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SR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48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6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50.00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SR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DMI SYMBOL STATUS (NID_MESSAGE_JRU=21; DMI_SYMB_STATUS=&lt;Bit40=1&gt;) is recorded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O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JRU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SR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49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7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50.00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SR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SA-DATA.Request with Euroradio Message "Initiation of a communication session" (NID_MESSAGE=155) is transmitted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O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RTM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SR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50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8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50.00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SR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MESSAGE TO RBC (NID_MESSAGE_JRU=10) is recorded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O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JRU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SR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51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9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50.00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SR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SA-DATA.Indication with Euroradio Message "RBC/RIU System Version" (NID_MESSAGE=32) is received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I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RTM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System versions M_VERSION (Version of the ERTMS/ETCS language) are compatible, so that the communication session established for on-board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SR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52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10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50.00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SR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MESSAGE FROM RBC (NID_MESSAGE_JRU=9) is recorded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O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JRU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SR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53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11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50.00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SR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SA-DATA.Request with Euroradio Message "Session Established" (NID_MESSAGE=159) including packet 2 is transmitted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O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RTM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SR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54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12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50.00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SR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MESSAGE TO RBC (NID_MESSAGE_JRU=10) is recorded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O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JRU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SR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38643B25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1579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  <w:hideMark/>
          </w:tcPr>
          <w:p w:rsidR="007A4173" w:rsidRDefault="007A4173" w14:paraId="25840C00" w14:textId="77777777">
            <w:pPr>
              <w:pStyle w:val="Tabellenkrper"/>
              <w:spacing w:before="20" w:after="20"/>
              <w:rPr>
                <w:lang w:val="en-GB"/>
              </w:rPr>
            </w:pPr>
            <w:r>
              <w:rPr>
                <w:b/>
                <w:lang w:val="en-GB"/>
              </w:rPr>
              <w:t xml:space="preserve">Feature </w:t>
            </w:r>
            <w:r w:rsidR="003D2A88">
              <w:rPr>
                <w:b/>
                <w:lang w:val="en-GB"/>
              </w:rPr>
              <w:t>4080401</w:t>
            </w:r>
            <w:r>
              <w:rPr>
                <w:b/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  <w:r w:rsidR="003D2A88">
              <w:rPr>
                <w:lang w:val="en-GB"/>
              </w:rPr>
              <w:t>4.8.4: Accepted Information depending on the modes - Acknowledgement of train data</w:t>
            </w:r>
            <w:r w:rsidR="00E4205F">
              <w:rPr>
                <w:lang w:val="en-GB"/>
              </w:rPr>
              <w:t xml:space="preserve"> </w:t>
            </w:r>
          </w:p>
          <w:p w:rsidR="007A4173" w:rsidP="003D2A88" w:rsidRDefault="007A4173" w14:paraId="55CD19D1" w14:textId="77777777">
            <w:pPr>
              <w:pStyle w:val="Tabellenkrper"/>
              <w:spacing w:before="20" w:after="2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Test Case </w:t>
            </w:r>
            <w:r w:rsidR="003D2A88">
              <w:rPr>
                <w:b/>
                <w:lang w:val="en-GB"/>
              </w:rPr>
              <w:t>1</w:t>
            </w:r>
            <w:r>
              <w:rPr>
                <w:b/>
                <w:lang w:val="en-GB"/>
              </w:rPr>
              <w:t xml:space="preserve">: </w:t>
            </w:r>
            <w:r w:rsidR="003D2A88">
              <w:rPr>
                <w:lang w:val="en-GB"/>
              </w:rPr>
              <w:t>Radio message with new Train Data and acknowledge of the RBC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56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1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50.00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SR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SA-DATA.Request with Euroradio Message "Validated Train Data" (NID_MESSAGE=129) containing packet 0/1, packet 11 is transmitted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O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RTM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Validated train data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SR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57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2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50.00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SR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MESSAGE TO RBC (NID_MESSAGE_JRU=10) is recorded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O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JRU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SR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38643B25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1579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  <w:hideMark/>
          </w:tcPr>
          <w:p w:rsidR="007A4173" w:rsidRDefault="007A4173" w14:paraId="25840C00" w14:textId="77777777">
            <w:pPr>
              <w:pStyle w:val="Tabellenkrper"/>
              <w:spacing w:before="20" w:after="20"/>
              <w:rPr>
                <w:lang w:val="en-GB"/>
              </w:rPr>
            </w:pPr>
            <w:r>
              <w:rPr>
                <w:b/>
                <w:lang w:val="en-GB"/>
              </w:rPr>
              <w:t xml:space="preserve">Feature </w:t>
            </w:r>
            <w:r w:rsidR="003D2A88">
              <w:rPr>
                <w:b/>
                <w:lang w:val="en-GB"/>
              </w:rPr>
              <w:t>3050300</w:t>
            </w:r>
            <w:r>
              <w:rPr>
                <w:b/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  <w:r w:rsidR="003D2A88">
              <w:rPr>
                <w:lang w:val="en-GB"/>
              </w:rPr>
              <w:t>3.5.3: Establishing a communication session</w:t>
            </w:r>
            <w:r w:rsidR="00E4205F">
              <w:rPr>
                <w:lang w:val="en-GB"/>
              </w:rPr>
              <w:t xml:space="preserve"> </w:t>
            </w:r>
          </w:p>
          <w:p w:rsidR="007A4173" w:rsidP="003D2A88" w:rsidRDefault="007A4173" w14:paraId="55CD19D1" w14:textId="77777777">
            <w:pPr>
              <w:pStyle w:val="Tabellenkrper"/>
              <w:spacing w:before="20" w:after="2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Test Case </w:t>
            </w:r>
            <w:r w:rsidR="003D2A88">
              <w:rPr>
                <w:b/>
                <w:lang w:val="en-GB"/>
              </w:rPr>
              <w:t>22</w:t>
            </w:r>
            <w:r>
              <w:rPr>
                <w:b/>
                <w:lang w:val="en-GB"/>
              </w:rPr>
              <w:t xml:space="preserve">: </w:t>
            </w:r>
            <w:r w:rsidR="003D2A88">
              <w:rPr>
                <w:lang w:val="en-GB"/>
              </w:rPr>
              <w:t>System version is compatible and session is established.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58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14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50.00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SR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SA-DATA.Indication with Euroradio Message "Acknowledgement of session establishment" (NID_MESSAGE=38) is received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I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RTM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This step is preceeded by the on-board sending validated train data. If such behavior is tested by a USE_FT TC, the USE_FT TC and this step possibly need to be interleaved.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SR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59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15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50.00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SR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MESSAGE FROM RBC (NID_MESSAGE_JRU=9) is recorded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O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JRU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SR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38643B25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1579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  <w:hideMark/>
          </w:tcPr>
          <w:p w:rsidR="007A4173" w:rsidRDefault="007A4173" w14:paraId="25840C00" w14:textId="77777777">
            <w:pPr>
              <w:pStyle w:val="Tabellenkrper"/>
              <w:spacing w:before="20" w:after="20"/>
              <w:rPr>
                <w:lang w:val="en-GB"/>
              </w:rPr>
            </w:pPr>
            <w:r>
              <w:rPr>
                <w:b/>
                <w:lang w:val="en-GB"/>
              </w:rPr>
              <w:t xml:space="preserve">Feature </w:t>
            </w:r>
            <w:r w:rsidR="003D2A88">
              <w:rPr>
                <w:b/>
                <w:lang w:val="en-GB"/>
              </w:rPr>
              <w:t>4080401</w:t>
            </w:r>
            <w:r>
              <w:rPr>
                <w:b/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  <w:r w:rsidR="003D2A88">
              <w:rPr>
                <w:lang w:val="en-GB"/>
              </w:rPr>
              <w:t>4.8.4: Accepted Information depending on the modes - Acknowledgement of train data</w:t>
            </w:r>
            <w:r w:rsidR="00E4205F">
              <w:rPr>
                <w:lang w:val="en-GB"/>
              </w:rPr>
              <w:t xml:space="preserve"> </w:t>
            </w:r>
          </w:p>
          <w:p w:rsidR="007A4173" w:rsidP="003D2A88" w:rsidRDefault="007A4173" w14:paraId="55CD19D1" w14:textId="77777777">
            <w:pPr>
              <w:pStyle w:val="Tabellenkrper"/>
              <w:spacing w:before="20" w:after="2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Test Case </w:t>
            </w:r>
            <w:r w:rsidR="003D2A88">
              <w:rPr>
                <w:b/>
                <w:lang w:val="en-GB"/>
              </w:rPr>
              <w:t>1</w:t>
            </w:r>
            <w:r>
              <w:rPr>
                <w:b/>
                <w:lang w:val="en-GB"/>
              </w:rPr>
              <w:t xml:space="preserve">: </w:t>
            </w:r>
            <w:r w:rsidR="003D2A88">
              <w:rPr>
                <w:lang w:val="en-GB"/>
              </w:rPr>
              <w:t>Radio message with new Train Data and acknowledge of the RBC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60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3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50.00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SR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SA-DATA.Indication with Euroradio Message "Acknowledgement of Train Data" (NID_MESSAGE=8) is received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I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RTM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SR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 w14:paraId="08F74BFE" w14:textId="77777777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83DDA92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61</w:t>
            </w:r>
          </w:p>
        </w:tc>
        <w:tc>
          <w:tcPr>
            <w:tcW w:w="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7F714F6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4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CEC205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50.00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69A2B1D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218DF42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SR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5DDB5A1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MESSAGE FROM RBC (NID_MESSAGE_JRU=9) is recorded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31C4F31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O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016EA09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JRU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7A1D2FEF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4CC4EDC4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L2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C61F53" w14:paraId="39E2617A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SR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7A4173" w:rsidRDefault="003D2A88" w14:paraId="3CC26707" w14:textId="77777777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</w:tbl>
    <w:p w:rsidR="00D87317" w:rsidRDefault="00D87317" w14:paraId="122AF797" w14:textId="77777777"/>
    <w:p w:rsidR="00121963" w:rsidRDefault="00121963" w14:paraId="156904B2" w14:textId="77777777"/>
    <w:sectPr w:rsidR="00AA3B48" w:rsidSect="00A95C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567" w:right="567" w:bottom="567" w:left="567" w:header="1134" w:footer="170" w:gutter="0"/>
      <w:cols w:space="720"/>
    </w:sectPr>
    <w:tbl>
      <w:tblPr>
        <w:tblW w:w="136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834"/>
        <w:gridCol w:w="7369"/>
        <w:gridCol w:w="1701"/>
      </w:tblGrid>
      <w:tr w:rsidRPr="00AA3B48" w:rsidR="00AA3B48" w:rsidTr="00AA3B48" w14:paraId="241BEBCB" w14:textId="77777777">
        <w:trPr>
          <w:jc w:val="center"/>
        </w:trPr>
        <w:tc>
          <w:tcPr>
            <w:tcW w:w="13608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D0CECE"/>
            <w:hideMark/>
          </w:tcPr>
          <w:p w:rsidR="00AA3B48" w:rsidRDefault="00AA3B48" w14:paraId="3F1B17A0" w14:textId="77777777">
            <w:pPr>
              <w:spacing w:before="20" w:after="20" w:line="288" w:lineRule="auto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 xml:space="preserve">Step </w:t>
            </w:r>
            <w:r w:rsidRPr="00E845B2" w:rsidR="00995A95">
              <w:rPr>
                <w:b/>
              </w:rPr>
              <w:t>10</w:t>
            </w:r>
            <w:r>
              <w:rPr>
                <w:rFonts w:cs="Arial"/>
                <w:b/>
                <w:sz w:val="22"/>
              </w:rPr>
              <w:t>: DMI Events</w:t>
            </w:r>
          </w:p>
          <w:p w:rsidR="00AA3B48" w:rsidP="00995A95" w:rsidRDefault="00AA3B48" w14:paraId="0D662EBE" w14:textId="77777777">
            <w:pPr>
              <w:spacing w:before="20" w:after="20" w:line="288" w:lineRule="auto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 xml:space="preserve">Distance </w:t>
            </w:r>
            <w:r w:rsidRPr="00E845B2" w:rsidR="00995A95">
              <w:rPr>
                <w:b/>
              </w:rPr>
              <w:t>0.00</w:t>
            </w:r>
            <w:r w:rsidRPr="00E845B2">
              <w:rPr>
                <w:b/>
              </w:rPr>
              <w:t xml:space="preserve"> m</w:t>
            </w:r>
          </w:p>
        </w:tc>
      </w:tr>
      <w:tr w:rsidR="00AA3B48" w:rsidTr="00AA3B48" w14:paraId="4A0B0DE7" w14:textId="77777777">
        <w:trPr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D0CECE"/>
            <w:hideMark/>
          </w:tcPr>
          <w:p w:rsidR="00AA3B48" w:rsidRDefault="00AA3B48" w14:paraId="5E318A22" w14:textId="77777777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Event Id.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/>
            <w:hideMark/>
          </w:tcPr>
          <w:p w:rsidR="00AA3B48" w:rsidRDefault="00AA3B48" w14:paraId="2D8D2DD1" w14:textId="77777777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Event Name</w:t>
            </w: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/>
            <w:hideMark/>
          </w:tcPr>
          <w:p w:rsidR="00AA3B48" w:rsidRDefault="00AA3B48" w14:paraId="1C23813F" w14:textId="77777777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Data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D0CECE"/>
            <w:hideMark/>
          </w:tcPr>
          <w:p w:rsidR="00AA3B48" w:rsidRDefault="00AA3B48" w14:paraId="19220AF5" w14:textId="77777777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Delay</w:t>
            </w:r>
          </w:p>
        </w:tc>
      </w:tr>
      <w:tr w:rsidR="00AA3B48" w:rsidTr="00AA3B48" w14:paraId="1CF1CE1A" w14:textId="77777777">
        <w:trPr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hideMark/>
          </w:tcPr>
          <w:p w:rsidR="00AA3B48" w:rsidRDefault="00995A95" w14:paraId="252139E6" w14:textId="77777777">
            <w:pPr>
              <w:spacing w:before="20" w:after="20"/>
              <w:jc w:val="center"/>
            </w:pPr>
            <w:r>
              <w:t xml:space="preserve">29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AA3B48" w:rsidRDefault="00995A95" w14:paraId="06B70460" w14:textId="77777777">
            <w:pPr>
              <w:spacing w:before="20" w:after="20"/>
              <w:jc w:val="center"/>
            </w:pPr>
            <w:r>
              <w:t xml:space="preserve">Request Change Level</w:t>
            </w: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AA3B48" w:rsidRDefault="00995A95" w14:paraId="362F85DB" w14:textId="77777777">
            <w:pPr>
              <w:spacing w:before="20" w:after="20"/>
            </w:pPr>
            <w:r>
              <w:t xml:space="preserve">LEVEL=1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hideMark/>
          </w:tcPr>
          <w:p w:rsidR="00AA3B48" w:rsidRDefault="00995A95" w14:paraId="582EF820" w14:textId="77777777">
            <w:pPr>
              <w:spacing w:before="20" w:after="20"/>
              <w:jc w:val="right"/>
            </w:pPr>
            <w:r>
              <w:t xml:space="preserve">10</w:t>
            </w:r>
            <w:r w:rsidR="00AA3B48">
              <w:t xml:space="preserve"> s</w:t>
            </w:r>
          </w:p>
        </w:tc>
      </w:tr>
    </w:tbl>
    <w:p>
      <w:r>
        <w:t/>
      </w:r>
    </w:p>
    <w:p>
      <w:r>
        <w:t/>
      </w:r>
    </w:p>
    <w:tbl>
      <w:tblPr>
        <w:tblW w:w="136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834"/>
        <w:gridCol w:w="7369"/>
        <w:gridCol w:w="1701"/>
      </w:tblGrid>
      <w:tr w:rsidRPr="00AA3B48" w:rsidR="00AA3B48" w:rsidTr="00AA3B48" w14:paraId="241BEBCB" w14:textId="77777777">
        <w:trPr>
          <w:jc w:val="center"/>
        </w:trPr>
        <w:tc>
          <w:tcPr>
            <w:tcW w:w="13608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D0CECE"/>
            <w:hideMark/>
          </w:tcPr>
          <w:p w:rsidR="00AA3B48" w:rsidRDefault="00AA3B48" w14:paraId="3F1B17A0" w14:textId="77777777">
            <w:pPr>
              <w:spacing w:before="20" w:after="20" w:line="288" w:lineRule="auto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 xml:space="preserve">Step </w:t>
            </w:r>
            <w:r w:rsidRPr="00E845B2" w:rsidR="00995A95">
              <w:rPr>
                <w:b/>
              </w:rPr>
              <w:t>11</w:t>
            </w:r>
            <w:r>
              <w:rPr>
                <w:rFonts w:cs="Arial"/>
                <w:b/>
                <w:sz w:val="22"/>
              </w:rPr>
              <w:t>: DMI Events</w:t>
            </w:r>
          </w:p>
          <w:p w:rsidR="00AA3B48" w:rsidP="00995A95" w:rsidRDefault="00AA3B48" w14:paraId="0D662EBE" w14:textId="77777777">
            <w:pPr>
              <w:spacing w:before="20" w:after="20" w:line="288" w:lineRule="auto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 xml:space="preserve">Distance </w:t>
            </w:r>
            <w:r w:rsidRPr="00E845B2" w:rsidR="00995A95">
              <w:rPr>
                <w:b/>
              </w:rPr>
              <w:t>0.00</w:t>
            </w:r>
            <w:r w:rsidRPr="00E845B2">
              <w:rPr>
                <w:b/>
              </w:rPr>
              <w:t xml:space="preserve"> m</w:t>
            </w:r>
          </w:p>
        </w:tc>
      </w:tr>
      <w:tr w:rsidR="00AA3B48" w:rsidTr="00AA3B48" w14:paraId="4A0B0DE7" w14:textId="77777777">
        <w:trPr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D0CECE"/>
            <w:hideMark/>
          </w:tcPr>
          <w:p w:rsidR="00AA3B48" w:rsidRDefault="00AA3B48" w14:paraId="5E318A22" w14:textId="77777777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Event Id.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/>
            <w:hideMark/>
          </w:tcPr>
          <w:p w:rsidR="00AA3B48" w:rsidRDefault="00AA3B48" w14:paraId="2D8D2DD1" w14:textId="77777777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Event Name</w:t>
            </w: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/>
            <w:hideMark/>
          </w:tcPr>
          <w:p w:rsidR="00AA3B48" w:rsidRDefault="00AA3B48" w14:paraId="1C23813F" w14:textId="77777777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Data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D0CECE"/>
            <w:hideMark/>
          </w:tcPr>
          <w:p w:rsidR="00AA3B48" w:rsidRDefault="00AA3B48" w14:paraId="19220AF5" w14:textId="77777777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Delay</w:t>
            </w:r>
          </w:p>
        </w:tc>
      </w:tr>
      <w:tr w:rsidR="00AA3B48" w:rsidTr="00AA3B48" w14:paraId="1CF1CE1A" w14:textId="77777777">
        <w:trPr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hideMark/>
          </w:tcPr>
          <w:p w:rsidR="00AA3B48" w:rsidRDefault="00995A95" w14:paraId="252139E6" w14:textId="77777777">
            <w:pPr>
              <w:spacing w:before="20" w:after="20"/>
              <w:jc w:val="center"/>
            </w:pPr>
            <w:r>
              <w:t xml:space="preserve">29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AA3B48" w:rsidRDefault="00995A95" w14:paraId="06B70460" w14:textId="77777777">
            <w:pPr>
              <w:spacing w:before="20" w:after="20"/>
              <w:jc w:val="center"/>
            </w:pPr>
            <w:r>
              <w:t xml:space="preserve">Request Change Level</w:t>
            </w: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AA3B48" w:rsidRDefault="00995A95" w14:paraId="362F85DB" w14:textId="77777777">
            <w:pPr>
              <w:spacing w:before="20" w:after="20"/>
            </w:pPr>
            <w:r>
              <w:t xml:space="preserve">LEVEL=1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hideMark/>
          </w:tcPr>
          <w:p w:rsidR="00AA3B48" w:rsidRDefault="00995A95" w14:paraId="582EF820" w14:textId="77777777">
            <w:pPr>
              <w:spacing w:before="20" w:after="20"/>
              <w:jc w:val="right"/>
            </w:pPr>
            <w:r>
              <w:t xml:space="preserve">10</w:t>
            </w:r>
            <w:r w:rsidR="00AA3B48">
              <w:t xml:space="preserve"> s</w:t>
            </w:r>
          </w:p>
        </w:tc>
      </w:tr>
    </w:tbl>
    <w:p>
      <w:r>
        <w:t/>
      </w:r>
    </w:p>
    <w:p>
      <w:r>
        <w:t/>
      </w:r>
    </w:p>
    <w:tbl>
      <w:tblPr>
        <w:tblW w:w="136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834"/>
        <w:gridCol w:w="7369"/>
        <w:gridCol w:w="1701"/>
      </w:tblGrid>
      <w:tr w:rsidRPr="00AA3B48" w:rsidR="00AA3B48" w:rsidTr="00AA3B48" w14:paraId="241BEBCB" w14:textId="77777777">
        <w:trPr>
          <w:jc w:val="center"/>
        </w:trPr>
        <w:tc>
          <w:tcPr>
            <w:tcW w:w="13608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D0CECE"/>
            <w:hideMark/>
          </w:tcPr>
          <w:p w:rsidR="00AA3B48" w:rsidRDefault="00AA3B48" w14:paraId="3F1B17A0" w14:textId="77777777">
            <w:pPr>
              <w:spacing w:before="20" w:after="20" w:line="288" w:lineRule="auto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 xml:space="preserve">Step </w:t>
            </w:r>
            <w:r w:rsidRPr="00E845B2" w:rsidR="00995A95">
              <w:rPr>
                <w:b/>
              </w:rPr>
              <w:t>12</w:t>
            </w:r>
            <w:r>
              <w:rPr>
                <w:rFonts w:cs="Arial"/>
                <w:b/>
                <w:sz w:val="22"/>
              </w:rPr>
              <w:t>: DMI Events</w:t>
            </w:r>
          </w:p>
          <w:p w:rsidR="00AA3B48" w:rsidP="00995A95" w:rsidRDefault="00AA3B48" w14:paraId="0D662EBE" w14:textId="77777777">
            <w:pPr>
              <w:spacing w:before="20" w:after="20" w:line="288" w:lineRule="auto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 xml:space="preserve">Distance </w:t>
            </w:r>
            <w:r w:rsidRPr="00E845B2" w:rsidR="00995A95">
              <w:rPr>
                <w:b/>
              </w:rPr>
              <w:t>0.00</w:t>
            </w:r>
            <w:r w:rsidRPr="00E845B2">
              <w:rPr>
                <w:b/>
              </w:rPr>
              <w:t xml:space="preserve"> m</w:t>
            </w:r>
          </w:p>
        </w:tc>
      </w:tr>
      <w:tr w:rsidR="00AA3B48" w:rsidTr="00AA3B48" w14:paraId="4A0B0DE7" w14:textId="77777777">
        <w:trPr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D0CECE"/>
            <w:hideMark/>
          </w:tcPr>
          <w:p w:rsidR="00AA3B48" w:rsidRDefault="00AA3B48" w14:paraId="5E318A22" w14:textId="77777777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Event Id.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/>
            <w:hideMark/>
          </w:tcPr>
          <w:p w:rsidR="00AA3B48" w:rsidRDefault="00AA3B48" w14:paraId="2D8D2DD1" w14:textId="77777777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Event Name</w:t>
            </w: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/>
            <w:hideMark/>
          </w:tcPr>
          <w:p w:rsidR="00AA3B48" w:rsidRDefault="00AA3B48" w14:paraId="1C23813F" w14:textId="77777777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Data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D0CECE"/>
            <w:hideMark/>
          </w:tcPr>
          <w:p w:rsidR="00AA3B48" w:rsidRDefault="00AA3B48" w14:paraId="19220AF5" w14:textId="77777777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Delay</w:t>
            </w:r>
          </w:p>
        </w:tc>
      </w:tr>
      <w:tr w:rsidR="00AA3B48" w:rsidTr="00AA3B48" w14:paraId="1CF1CE1A" w14:textId="77777777">
        <w:trPr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hideMark/>
          </w:tcPr>
          <w:p w:rsidR="00AA3B48" w:rsidRDefault="00995A95" w14:paraId="252139E6" w14:textId="77777777">
            <w:pPr>
              <w:spacing w:before="20" w:after="20"/>
              <w:jc w:val="center"/>
            </w:pPr>
            <w:r>
              <w:t xml:space="preserve">29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AA3B48" w:rsidRDefault="00995A95" w14:paraId="06B70460" w14:textId="77777777">
            <w:pPr>
              <w:spacing w:before="20" w:after="20"/>
              <w:jc w:val="center"/>
            </w:pPr>
            <w:r>
              <w:t xml:space="preserve">Request Change Level</w:t>
            </w: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AA3B48" w:rsidRDefault="00995A95" w14:paraId="362F85DB" w14:textId="77777777">
            <w:pPr>
              <w:spacing w:before="20" w:after="20"/>
            </w:pPr>
            <w:r>
              <w:t xml:space="preserve">LEVEL=1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hideMark/>
          </w:tcPr>
          <w:p w:rsidR="00AA3B48" w:rsidRDefault="00995A95" w14:paraId="582EF820" w14:textId="77777777">
            <w:pPr>
              <w:spacing w:before="20" w:after="20"/>
              <w:jc w:val="right"/>
            </w:pPr>
            <w:r>
              <w:t xml:space="preserve">10</w:t>
            </w:r>
            <w:r w:rsidR="00AA3B48">
              <w:t xml:space="preserve"> s</w:t>
            </w:r>
          </w:p>
        </w:tc>
      </w:tr>
    </w:tbl>
    <w:p>
      <w:r>
        <w:t/>
      </w:r>
    </w:p>
    <w:p>
      <w:r>
        <w:t/>
      </w:r>
    </w:p>
    <w:tbl>
      <w:tblPr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41"/>
        <w:gridCol w:w="1134"/>
        <w:gridCol w:w="1417"/>
        <w:gridCol w:w="3544"/>
        <w:gridCol w:w="4145"/>
      </w:tblGrid>
      <w:tr w:rsidR="005F70BA" w:rsidTr="00B1517C" w14:paraId="1FEF738B" w14:textId="77777777">
        <w:trPr>
          <w:cantSplit/>
          <w:tblHeader/>
          <w:jc w:val="center"/>
        </w:trPr>
        <w:tc>
          <w:tcPr>
            <w:tcW w:w="13281" w:type="dxa"/>
            <w:gridSpan w:val="5"/>
            <w:tcBorders>
              <w:bottom w:val="nil"/>
            </w:tcBorders>
            <w:shd w:val="pct20" w:color="auto" w:fill="FFFFFF"/>
          </w:tcPr>
          <w:p w:rsidR="005F70BA" w:rsidP="00B1517C" w:rsidRDefault="005F70BA" w14:paraId="78E5D3E9" w14:textId="77777777">
            <w:pPr>
              <w:pStyle w:val="Bildunterschrift"/>
              <w:numPr>
                <w:ilvl w:val="0"/>
                <w:numId w:val="0"/>
              </w:numPr>
              <w:spacing w:before="20" w:after="20" w:line="288" w:lineRule="auto"/>
            </w:pPr>
            <w:r>
              <w:rPr>
                <w:lang w:val="en-GB"/>
              </w:rPr>
              <w:t xml:space="preserve">Step 39 : Balise Group BG 1 d         1/2                                                                            </w:t>
            </w:r>
          </w:p>
          <w:p w:rsidR="005F70BA" w:rsidP="005F70BA" w:rsidRDefault="005F70BA" w14:paraId="23FF9B24" w14:textId="77777777">
            <w:pPr>
              <w:pStyle w:val="Bildunterschrift"/>
              <w:numPr>
                <w:ilvl w:val="0"/>
                <w:numId w:val="0"/>
              </w:numPr>
              <w:spacing w:before="20" w:after="20" w:line="288" w:lineRule="auto"/>
              <w:rPr>
                <w:lang w:val="en-GB"/>
              </w:rPr>
            </w:pPr>
            <w:r>
              <w:rPr>
                <w:lang w:val="en-GB"/>
              </w:rPr>
              <w:t xml:space="preserve">Distance      50.00 m           </w:t>
            </w:r>
          </w:p>
        </w:tc>
      </w:tr>
      <w:tr w:rsidR="005F70BA" w:rsidTr="00B1517C" w14:paraId="30159DD4" w14:textId="77777777">
        <w:trPr>
          <w:cantSplit/>
          <w:tblHeader/>
          <w:jc w:val="center"/>
        </w:trPr>
        <w:tc>
          <w:tcPr>
            <w:tcW w:w="3041" w:type="dxa"/>
            <w:tcBorders>
              <w:top w:val="single" w:color="auto" w:sz="6" w:space="0"/>
              <w:bottom w:val="single" w:color="auto" w:sz="6" w:space="0"/>
            </w:tcBorders>
            <w:shd w:val="pct20" w:color="auto" w:fill="FFFFFF"/>
          </w:tcPr>
          <w:p w:rsidR="005F70BA" w:rsidP="00B1517C" w:rsidRDefault="005F70BA" w14:paraId="40306F91" w14:textId="77777777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Variable</w:t>
            </w:r>
          </w:p>
        </w:tc>
        <w:tc>
          <w:tcPr>
            <w:tcW w:w="1134" w:type="dxa"/>
            <w:tcBorders>
              <w:top w:val="single" w:color="auto" w:sz="6" w:space="0"/>
              <w:bottom w:val="single" w:color="auto" w:sz="6" w:space="0"/>
            </w:tcBorders>
            <w:shd w:val="pct20" w:color="auto" w:fill="FFFFFF"/>
          </w:tcPr>
          <w:p w:rsidR="005F70BA" w:rsidP="00B1517C" w:rsidRDefault="005F70BA" w14:paraId="1D34DFE0" w14:textId="77777777">
            <w:pPr>
              <w:pStyle w:val="Header"/>
              <w:tabs>
                <w:tab w:val="clear" w:pos="4820"/>
                <w:tab w:val="clear" w:pos="9639"/>
              </w:tabs>
              <w:spacing w:before="20" w:after="20"/>
              <w:rPr>
                <w:sz w:val="20"/>
              </w:rPr>
            </w:pPr>
            <w:r>
              <w:rPr>
                <w:sz w:val="20"/>
              </w:rPr>
              <w:t>Length</w:t>
            </w:r>
          </w:p>
        </w:tc>
        <w:tc>
          <w:tcPr>
            <w:tcW w:w="1417" w:type="dxa"/>
            <w:tcBorders>
              <w:top w:val="single" w:color="auto" w:sz="6" w:space="0"/>
              <w:bottom w:val="single" w:color="auto" w:sz="6" w:space="0"/>
            </w:tcBorders>
            <w:shd w:val="pct20" w:color="auto" w:fill="FFFFFF"/>
          </w:tcPr>
          <w:p w:rsidR="005F70BA" w:rsidP="00B1517C" w:rsidRDefault="005F70BA" w14:paraId="107D51D2" w14:textId="77777777">
            <w:pPr>
              <w:spacing w:before="20" w:after="20"/>
              <w:jc w:val="center"/>
            </w:pPr>
            <w:r>
              <w:rPr>
                <w:b/>
              </w:rPr>
              <w:t>Value</w:t>
            </w:r>
          </w:p>
        </w:tc>
        <w:tc>
          <w:tcPr>
            <w:tcW w:w="3544" w:type="dxa"/>
            <w:tcBorders>
              <w:top w:val="single" w:color="auto" w:sz="6" w:space="0"/>
              <w:bottom w:val="single" w:color="auto" w:sz="6" w:space="0"/>
            </w:tcBorders>
            <w:shd w:val="pct20" w:color="auto" w:fill="FFFFFF"/>
          </w:tcPr>
          <w:p w:rsidR="005F70BA" w:rsidP="00B1517C" w:rsidRDefault="005F70BA" w14:paraId="32B896AB" w14:textId="77777777">
            <w:pPr>
              <w:spacing w:before="20" w:after="20"/>
              <w:rPr>
                <w:b/>
              </w:rPr>
            </w:pPr>
            <w:r>
              <w:rPr>
                <w:b/>
              </w:rPr>
              <w:t>Comment</w:t>
            </w:r>
          </w:p>
        </w:tc>
        <w:tc>
          <w:tcPr>
            <w:tcW w:w="4145" w:type="dxa"/>
            <w:tcBorders>
              <w:top w:val="single" w:color="auto" w:sz="6" w:space="0"/>
              <w:bottom w:val="single" w:color="auto" w:sz="6" w:space="0"/>
            </w:tcBorders>
            <w:shd w:val="pct20" w:color="auto" w:fill="FFFFFF"/>
          </w:tcPr>
          <w:p w:rsidR="005F70BA" w:rsidP="00B1517C" w:rsidRDefault="005F70BA" w14:paraId="6E78EC7E" w14:textId="77777777">
            <w:pPr>
              <w:spacing w:before="20" w:after="20"/>
              <w:rPr>
                <w:b/>
              </w:rPr>
            </w:pPr>
            <w:r>
              <w:rPr>
                <w:b/>
              </w:rPr>
              <w:t>User comment</w:t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Q_UPDOWN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1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1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M_VERSION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7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011 0000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Q_MEDIA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1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0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N_PIG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3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0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N_TOTAL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3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1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M_DUP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2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00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M_MCOUNT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8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0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NID_C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10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352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NID_BG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14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1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Q_LINK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1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1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NID_PACKET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8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41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Level transition order</w:t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Q_DIR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2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01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L_PACKET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13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63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Q_SCALE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2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01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D_LEVELTR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15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0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M_LEVELTR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3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011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L_ACKLEVELTR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15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0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N_ITER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5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0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NID_PACKET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8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42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Session Management for RBC interfaced to GSM-R</w:t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Q_DIR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2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01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L_PACKET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13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113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Q_RBC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1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1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NID_C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10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352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NID_RBC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14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1515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NID_RADIO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64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003265342101FFFF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Q_SLEEPSESSION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1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0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NID_PACKET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8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255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End of information</w:t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</w:tbl>
    <w:p>
      <w:r>
        <w:t/>
      </w:r>
    </w:p>
    <w:p>
      <w:r>
        <w:t/>
      </w:r>
    </w:p>
    <w:tbl>
      <w:tblPr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41"/>
        <w:gridCol w:w="1134"/>
        <w:gridCol w:w="1417"/>
        <w:gridCol w:w="3544"/>
        <w:gridCol w:w="4145"/>
      </w:tblGrid>
      <w:tr w:rsidR="005F70BA" w:rsidTr="00B1517C" w14:paraId="1FEF738B" w14:textId="77777777">
        <w:trPr>
          <w:cantSplit/>
          <w:tblHeader/>
          <w:jc w:val="center"/>
        </w:trPr>
        <w:tc>
          <w:tcPr>
            <w:tcW w:w="13281" w:type="dxa"/>
            <w:gridSpan w:val="5"/>
            <w:tcBorders>
              <w:bottom w:val="nil"/>
            </w:tcBorders>
            <w:shd w:val="pct20" w:color="auto" w:fill="FFFFFF"/>
          </w:tcPr>
          <w:p w:rsidR="005F70BA" w:rsidP="00B1517C" w:rsidRDefault="005F70BA" w14:paraId="78E5D3E9" w14:textId="77777777">
            <w:pPr>
              <w:pStyle w:val="Bildunterschrift"/>
              <w:numPr>
                <w:ilvl w:val="0"/>
                <w:numId w:val="0"/>
              </w:numPr>
              <w:spacing w:before="20" w:after="20" w:line="288" w:lineRule="auto"/>
            </w:pPr>
            <w:r>
              <w:rPr>
                <w:lang w:val="en-GB"/>
              </w:rPr>
              <w:t xml:space="preserve">Step 39 : Balise Group BG 1 d         2/2                                                                            </w:t>
            </w:r>
          </w:p>
          <w:p w:rsidR="005F70BA" w:rsidP="005F70BA" w:rsidRDefault="005F70BA" w14:paraId="23FF9B24" w14:textId="77777777">
            <w:pPr>
              <w:pStyle w:val="Bildunterschrift"/>
              <w:numPr>
                <w:ilvl w:val="0"/>
                <w:numId w:val="0"/>
              </w:numPr>
              <w:spacing w:before="20" w:after="20" w:line="288" w:lineRule="auto"/>
              <w:rPr>
                <w:lang w:val="en-GB"/>
              </w:rPr>
            </w:pPr>
            <w:r>
              <w:rPr>
                <w:lang w:val="en-GB"/>
              </w:rPr>
              <w:t xml:space="preserve">Distance      50.00 m   Relative distance to previous balise: 5.00 m         </w:t>
            </w:r>
          </w:p>
        </w:tc>
      </w:tr>
      <w:tr w:rsidR="005F70BA" w:rsidTr="00B1517C" w14:paraId="30159DD4" w14:textId="77777777">
        <w:trPr>
          <w:cantSplit/>
          <w:tblHeader/>
          <w:jc w:val="center"/>
        </w:trPr>
        <w:tc>
          <w:tcPr>
            <w:tcW w:w="3041" w:type="dxa"/>
            <w:tcBorders>
              <w:top w:val="single" w:color="auto" w:sz="6" w:space="0"/>
              <w:bottom w:val="single" w:color="auto" w:sz="6" w:space="0"/>
            </w:tcBorders>
            <w:shd w:val="pct20" w:color="auto" w:fill="FFFFFF"/>
          </w:tcPr>
          <w:p w:rsidR="005F70BA" w:rsidP="00B1517C" w:rsidRDefault="005F70BA" w14:paraId="40306F91" w14:textId="77777777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Variable</w:t>
            </w:r>
          </w:p>
        </w:tc>
        <w:tc>
          <w:tcPr>
            <w:tcW w:w="1134" w:type="dxa"/>
            <w:tcBorders>
              <w:top w:val="single" w:color="auto" w:sz="6" w:space="0"/>
              <w:bottom w:val="single" w:color="auto" w:sz="6" w:space="0"/>
            </w:tcBorders>
            <w:shd w:val="pct20" w:color="auto" w:fill="FFFFFF"/>
          </w:tcPr>
          <w:p w:rsidR="005F70BA" w:rsidP="00B1517C" w:rsidRDefault="005F70BA" w14:paraId="1D34DFE0" w14:textId="77777777">
            <w:pPr>
              <w:pStyle w:val="Header"/>
              <w:tabs>
                <w:tab w:val="clear" w:pos="4820"/>
                <w:tab w:val="clear" w:pos="9639"/>
              </w:tabs>
              <w:spacing w:before="20" w:after="20"/>
              <w:rPr>
                <w:sz w:val="20"/>
              </w:rPr>
            </w:pPr>
            <w:r>
              <w:rPr>
                <w:sz w:val="20"/>
              </w:rPr>
              <w:t>Length</w:t>
            </w:r>
          </w:p>
        </w:tc>
        <w:tc>
          <w:tcPr>
            <w:tcW w:w="1417" w:type="dxa"/>
            <w:tcBorders>
              <w:top w:val="single" w:color="auto" w:sz="6" w:space="0"/>
              <w:bottom w:val="single" w:color="auto" w:sz="6" w:space="0"/>
            </w:tcBorders>
            <w:shd w:val="pct20" w:color="auto" w:fill="FFFFFF"/>
          </w:tcPr>
          <w:p w:rsidR="005F70BA" w:rsidP="00B1517C" w:rsidRDefault="005F70BA" w14:paraId="107D51D2" w14:textId="77777777">
            <w:pPr>
              <w:spacing w:before="20" w:after="20"/>
              <w:jc w:val="center"/>
            </w:pPr>
            <w:r>
              <w:rPr>
                <w:b/>
              </w:rPr>
              <w:t>Value</w:t>
            </w:r>
          </w:p>
        </w:tc>
        <w:tc>
          <w:tcPr>
            <w:tcW w:w="3544" w:type="dxa"/>
            <w:tcBorders>
              <w:top w:val="single" w:color="auto" w:sz="6" w:space="0"/>
              <w:bottom w:val="single" w:color="auto" w:sz="6" w:space="0"/>
            </w:tcBorders>
            <w:shd w:val="pct20" w:color="auto" w:fill="FFFFFF"/>
          </w:tcPr>
          <w:p w:rsidR="005F70BA" w:rsidP="00B1517C" w:rsidRDefault="005F70BA" w14:paraId="32B896AB" w14:textId="77777777">
            <w:pPr>
              <w:spacing w:before="20" w:after="20"/>
              <w:rPr>
                <w:b/>
              </w:rPr>
            </w:pPr>
            <w:r>
              <w:rPr>
                <w:b/>
              </w:rPr>
              <w:t>Comment</w:t>
            </w:r>
          </w:p>
        </w:tc>
        <w:tc>
          <w:tcPr>
            <w:tcW w:w="4145" w:type="dxa"/>
            <w:tcBorders>
              <w:top w:val="single" w:color="auto" w:sz="6" w:space="0"/>
              <w:bottom w:val="single" w:color="auto" w:sz="6" w:space="0"/>
            </w:tcBorders>
            <w:shd w:val="pct20" w:color="auto" w:fill="FFFFFF"/>
          </w:tcPr>
          <w:p w:rsidR="005F70BA" w:rsidP="00B1517C" w:rsidRDefault="005F70BA" w14:paraId="6E78EC7E" w14:textId="77777777">
            <w:pPr>
              <w:spacing w:before="20" w:after="20"/>
              <w:rPr>
                <w:b/>
              </w:rPr>
            </w:pPr>
            <w:r>
              <w:rPr>
                <w:b/>
              </w:rPr>
              <w:t>User comment</w:t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Q_UPDOWN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1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1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M_VERSION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7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011 0000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Q_MEDIA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1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0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N_PIG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3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1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N_TOTAL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3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1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M_DUP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2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00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M_MCOUNT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8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0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NID_C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10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352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NID_BG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14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1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Q_LINK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1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1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NID_PACKET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8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255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End of information</w:t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</w:tbl>
    <w:p>
      <w:r>
        <w:t/>
      </w:r>
    </w:p>
    <w:p>
      <w:r>
        <w:t/>
      </w:r>
    </w:p>
    <w:tbl>
      <w:tblPr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41"/>
        <w:gridCol w:w="1134"/>
        <w:gridCol w:w="1417"/>
        <w:gridCol w:w="3544"/>
        <w:gridCol w:w="4145"/>
      </w:tblGrid>
      <w:tr w:rsidR="005F70BA" w:rsidTr="00B1517C" w14:paraId="1FEF738B" w14:textId="77777777">
        <w:trPr>
          <w:cantSplit/>
          <w:tblHeader/>
          <w:jc w:val="center"/>
        </w:trPr>
        <w:tc>
          <w:tcPr>
            <w:tcW w:w="13281" w:type="dxa"/>
            <w:gridSpan w:val="5"/>
            <w:tcBorders>
              <w:bottom w:val="nil"/>
            </w:tcBorders>
            <w:shd w:val="pct20" w:color="auto" w:fill="FFFFFF"/>
          </w:tcPr>
          <w:p w:rsidR="005F70BA" w:rsidP="00B1517C" w:rsidRDefault="005F70BA" w14:paraId="78E5D3E9" w14:textId="77777777">
            <w:pPr>
              <w:pStyle w:val="Bildunterschrift"/>
              <w:numPr>
                <w:ilvl w:val="0"/>
                <w:numId w:val="0"/>
              </w:numPr>
              <w:spacing w:before="20" w:after="20" w:line="288" w:lineRule="auto"/>
            </w:pPr>
            <w:r>
              <w:rPr>
                <w:lang w:val="en-GB"/>
              </w:rPr>
              <w:t xml:space="preserve">Step 49 : Message 155 - Initiation of a Communication Session (RBC n° 1) </w:t>
            </w:r>
          </w:p>
          <w:p w:rsidR="005F70BA" w:rsidP="005F70BA" w:rsidRDefault="005F70BA" w14:paraId="23FF9B24" w14:textId="77777777">
            <w:pPr>
              <w:pStyle w:val="Bildunterschrift"/>
              <w:numPr>
                <w:ilvl w:val="0"/>
                <w:numId w:val="0"/>
              </w:numPr>
              <w:spacing w:before="20" w:after="20" w:line="288" w:lineRule="auto"/>
              <w:rPr>
                <w:lang w:val="en-GB"/>
              </w:rPr>
            </w:pPr>
            <w:r>
              <w:rPr>
                <w:lang w:val="en-GB"/>
              </w:rPr>
              <w:t xml:space="preserve">Distance      50.00 m </w:t>
            </w:r>
          </w:p>
        </w:tc>
      </w:tr>
      <w:tr w:rsidR="005F70BA" w:rsidTr="00B1517C" w14:paraId="30159DD4" w14:textId="77777777">
        <w:trPr>
          <w:cantSplit/>
          <w:tblHeader/>
          <w:jc w:val="center"/>
        </w:trPr>
        <w:tc>
          <w:tcPr>
            <w:tcW w:w="3041" w:type="dxa"/>
            <w:tcBorders>
              <w:top w:val="single" w:color="auto" w:sz="6" w:space="0"/>
              <w:bottom w:val="single" w:color="auto" w:sz="6" w:space="0"/>
            </w:tcBorders>
            <w:shd w:val="pct20" w:color="auto" w:fill="FFFFFF"/>
          </w:tcPr>
          <w:p w:rsidR="005F70BA" w:rsidP="00B1517C" w:rsidRDefault="005F70BA" w14:paraId="40306F91" w14:textId="77777777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Variable</w:t>
            </w:r>
          </w:p>
        </w:tc>
        <w:tc>
          <w:tcPr>
            <w:tcW w:w="1134" w:type="dxa"/>
            <w:tcBorders>
              <w:top w:val="single" w:color="auto" w:sz="6" w:space="0"/>
              <w:bottom w:val="single" w:color="auto" w:sz="6" w:space="0"/>
            </w:tcBorders>
            <w:shd w:val="pct20" w:color="auto" w:fill="FFFFFF"/>
          </w:tcPr>
          <w:p w:rsidR="005F70BA" w:rsidP="00B1517C" w:rsidRDefault="005F70BA" w14:paraId="1D34DFE0" w14:textId="77777777">
            <w:pPr>
              <w:pStyle w:val="Header"/>
              <w:tabs>
                <w:tab w:val="clear" w:pos="4820"/>
                <w:tab w:val="clear" w:pos="9639"/>
              </w:tabs>
              <w:spacing w:before="20" w:after="20"/>
              <w:rPr>
                <w:sz w:val="20"/>
              </w:rPr>
            </w:pPr>
            <w:r>
              <w:rPr>
                <w:sz w:val="20"/>
              </w:rPr>
              <w:t>Length</w:t>
            </w:r>
          </w:p>
        </w:tc>
        <w:tc>
          <w:tcPr>
            <w:tcW w:w="1417" w:type="dxa"/>
            <w:tcBorders>
              <w:top w:val="single" w:color="auto" w:sz="6" w:space="0"/>
              <w:bottom w:val="single" w:color="auto" w:sz="6" w:space="0"/>
            </w:tcBorders>
            <w:shd w:val="pct20" w:color="auto" w:fill="FFFFFF"/>
          </w:tcPr>
          <w:p w:rsidR="005F70BA" w:rsidP="00B1517C" w:rsidRDefault="005F70BA" w14:paraId="107D51D2" w14:textId="77777777">
            <w:pPr>
              <w:spacing w:before="20" w:after="20"/>
              <w:jc w:val="center"/>
            </w:pPr>
            <w:r>
              <w:rPr>
                <w:b/>
              </w:rPr>
              <w:t>Value</w:t>
            </w:r>
          </w:p>
        </w:tc>
        <w:tc>
          <w:tcPr>
            <w:tcW w:w="3544" w:type="dxa"/>
            <w:tcBorders>
              <w:top w:val="single" w:color="auto" w:sz="6" w:space="0"/>
              <w:bottom w:val="single" w:color="auto" w:sz="6" w:space="0"/>
            </w:tcBorders>
            <w:shd w:val="pct20" w:color="auto" w:fill="FFFFFF"/>
          </w:tcPr>
          <w:p w:rsidR="005F70BA" w:rsidP="00B1517C" w:rsidRDefault="005F70BA" w14:paraId="32B896AB" w14:textId="77777777">
            <w:pPr>
              <w:spacing w:before="20" w:after="20"/>
              <w:rPr>
                <w:b/>
              </w:rPr>
            </w:pPr>
            <w:r>
              <w:rPr>
                <w:b/>
              </w:rPr>
              <w:t>Comment</w:t>
            </w:r>
          </w:p>
        </w:tc>
        <w:tc>
          <w:tcPr>
            <w:tcW w:w="4145" w:type="dxa"/>
            <w:tcBorders>
              <w:top w:val="single" w:color="auto" w:sz="6" w:space="0"/>
              <w:bottom w:val="single" w:color="auto" w:sz="6" w:space="0"/>
            </w:tcBorders>
            <w:shd w:val="pct20" w:color="auto" w:fill="FFFFFF"/>
          </w:tcPr>
          <w:p w:rsidR="005F70BA" w:rsidP="00B1517C" w:rsidRDefault="005F70BA" w14:paraId="6E78EC7E" w14:textId="77777777">
            <w:pPr>
              <w:spacing w:before="20" w:after="20"/>
              <w:rPr>
                <w:b/>
              </w:rPr>
            </w:pPr>
            <w:r>
              <w:rPr>
                <w:b/>
              </w:rPr>
              <w:t>User comment</w:t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NID_MESSAGE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8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1001 1011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L_MESSAGE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10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10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T_TRAIN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32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0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NID_ENGINE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24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76000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</w:tbl>
    <w:p>
      <w:r>
        <w:t/>
      </w:r>
    </w:p>
    <w:p>
      <w:r>
        <w:t/>
      </w:r>
    </w:p>
    <w:tbl>
      <w:tblPr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41"/>
        <w:gridCol w:w="1134"/>
        <w:gridCol w:w="1417"/>
        <w:gridCol w:w="3544"/>
        <w:gridCol w:w="4145"/>
      </w:tblGrid>
      <w:tr w:rsidR="005F70BA" w:rsidTr="00B1517C" w14:paraId="1FEF738B" w14:textId="77777777">
        <w:trPr>
          <w:cantSplit/>
          <w:tblHeader/>
          <w:jc w:val="center"/>
        </w:trPr>
        <w:tc>
          <w:tcPr>
            <w:tcW w:w="13281" w:type="dxa"/>
            <w:gridSpan w:val="5"/>
            <w:tcBorders>
              <w:bottom w:val="nil"/>
            </w:tcBorders>
            <w:shd w:val="pct20" w:color="auto" w:fill="FFFFFF"/>
          </w:tcPr>
          <w:p w:rsidR="005F70BA" w:rsidP="00B1517C" w:rsidRDefault="005F70BA" w14:paraId="78E5D3E9" w14:textId="77777777">
            <w:pPr>
              <w:pStyle w:val="Bildunterschrift"/>
              <w:numPr>
                <w:ilvl w:val="0"/>
                <w:numId w:val="0"/>
              </w:numPr>
              <w:spacing w:before="20" w:after="20" w:line="288" w:lineRule="auto"/>
            </w:pPr>
            <w:r>
              <w:rPr>
                <w:lang w:val="en-GB"/>
              </w:rPr>
              <w:t xml:space="preserve">Step 51 : Message 32 - RBC/RIU System Version (RBC n° 1) </w:t>
            </w:r>
          </w:p>
          <w:p w:rsidR="005F70BA" w:rsidP="005F70BA" w:rsidRDefault="005F70BA" w14:paraId="23FF9B24" w14:textId="77777777">
            <w:pPr>
              <w:pStyle w:val="Bildunterschrift"/>
              <w:numPr>
                <w:ilvl w:val="0"/>
                <w:numId w:val="0"/>
              </w:numPr>
              <w:spacing w:before="20" w:after="20" w:line="288" w:lineRule="auto"/>
              <w:rPr>
                <w:lang w:val="en-GB"/>
              </w:rPr>
            </w:pPr>
            <w:r>
              <w:rPr>
                <w:lang w:val="en-GB"/>
              </w:rPr>
              <w:t xml:space="preserve">Distance      50.00 m     Delay :       5.00 s     Conditional Message Id : 155     Back Delay :       5.00 s   </w:t>
            </w:r>
          </w:p>
        </w:tc>
      </w:tr>
      <w:tr w:rsidR="005F70BA" w:rsidTr="00B1517C" w14:paraId="30159DD4" w14:textId="77777777">
        <w:trPr>
          <w:cantSplit/>
          <w:tblHeader/>
          <w:jc w:val="center"/>
        </w:trPr>
        <w:tc>
          <w:tcPr>
            <w:tcW w:w="3041" w:type="dxa"/>
            <w:tcBorders>
              <w:top w:val="single" w:color="auto" w:sz="6" w:space="0"/>
              <w:bottom w:val="single" w:color="auto" w:sz="6" w:space="0"/>
            </w:tcBorders>
            <w:shd w:val="pct20" w:color="auto" w:fill="FFFFFF"/>
          </w:tcPr>
          <w:p w:rsidR="005F70BA" w:rsidP="00B1517C" w:rsidRDefault="005F70BA" w14:paraId="40306F91" w14:textId="77777777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Variable</w:t>
            </w:r>
          </w:p>
        </w:tc>
        <w:tc>
          <w:tcPr>
            <w:tcW w:w="1134" w:type="dxa"/>
            <w:tcBorders>
              <w:top w:val="single" w:color="auto" w:sz="6" w:space="0"/>
              <w:bottom w:val="single" w:color="auto" w:sz="6" w:space="0"/>
            </w:tcBorders>
            <w:shd w:val="pct20" w:color="auto" w:fill="FFFFFF"/>
          </w:tcPr>
          <w:p w:rsidR="005F70BA" w:rsidP="00B1517C" w:rsidRDefault="005F70BA" w14:paraId="1D34DFE0" w14:textId="77777777">
            <w:pPr>
              <w:pStyle w:val="Header"/>
              <w:tabs>
                <w:tab w:val="clear" w:pos="4820"/>
                <w:tab w:val="clear" w:pos="9639"/>
              </w:tabs>
              <w:spacing w:before="20" w:after="20"/>
              <w:rPr>
                <w:sz w:val="20"/>
              </w:rPr>
            </w:pPr>
            <w:r>
              <w:rPr>
                <w:sz w:val="20"/>
              </w:rPr>
              <w:t>Length</w:t>
            </w:r>
          </w:p>
        </w:tc>
        <w:tc>
          <w:tcPr>
            <w:tcW w:w="1417" w:type="dxa"/>
            <w:tcBorders>
              <w:top w:val="single" w:color="auto" w:sz="6" w:space="0"/>
              <w:bottom w:val="single" w:color="auto" w:sz="6" w:space="0"/>
            </w:tcBorders>
            <w:shd w:val="pct20" w:color="auto" w:fill="FFFFFF"/>
          </w:tcPr>
          <w:p w:rsidR="005F70BA" w:rsidP="00B1517C" w:rsidRDefault="005F70BA" w14:paraId="107D51D2" w14:textId="77777777">
            <w:pPr>
              <w:spacing w:before="20" w:after="20"/>
              <w:jc w:val="center"/>
            </w:pPr>
            <w:r>
              <w:rPr>
                <w:b/>
              </w:rPr>
              <w:t>Value</w:t>
            </w:r>
          </w:p>
        </w:tc>
        <w:tc>
          <w:tcPr>
            <w:tcW w:w="3544" w:type="dxa"/>
            <w:tcBorders>
              <w:top w:val="single" w:color="auto" w:sz="6" w:space="0"/>
              <w:bottom w:val="single" w:color="auto" w:sz="6" w:space="0"/>
            </w:tcBorders>
            <w:shd w:val="pct20" w:color="auto" w:fill="FFFFFF"/>
          </w:tcPr>
          <w:p w:rsidR="005F70BA" w:rsidP="00B1517C" w:rsidRDefault="005F70BA" w14:paraId="32B896AB" w14:textId="77777777">
            <w:pPr>
              <w:spacing w:before="20" w:after="20"/>
              <w:rPr>
                <w:b/>
              </w:rPr>
            </w:pPr>
            <w:r>
              <w:rPr>
                <w:b/>
              </w:rPr>
              <w:t>Comment</w:t>
            </w:r>
          </w:p>
        </w:tc>
        <w:tc>
          <w:tcPr>
            <w:tcW w:w="4145" w:type="dxa"/>
            <w:tcBorders>
              <w:top w:val="single" w:color="auto" w:sz="6" w:space="0"/>
              <w:bottom w:val="single" w:color="auto" w:sz="6" w:space="0"/>
            </w:tcBorders>
            <w:shd w:val="pct20" w:color="auto" w:fill="FFFFFF"/>
          </w:tcPr>
          <w:p w:rsidR="005F70BA" w:rsidP="00B1517C" w:rsidRDefault="005F70BA" w14:paraId="6E78EC7E" w14:textId="77777777">
            <w:pPr>
              <w:spacing w:before="20" w:after="20"/>
              <w:rPr>
                <w:b/>
              </w:rPr>
            </w:pPr>
            <w:r>
              <w:rPr>
                <w:b/>
              </w:rPr>
              <w:t>User comment</w:t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NID_MESSAGE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8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32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L_MESSAGE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10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11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T_TRAIN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32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0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M_ACK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1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0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NID_LRBG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24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16777215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M_VERSION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7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011 0000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</w:tbl>
    <w:p>
      <w:r>
        <w:t/>
      </w:r>
    </w:p>
    <w:p>
      <w:r>
        <w:t/>
      </w:r>
    </w:p>
    <w:tbl>
      <w:tblPr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41"/>
        <w:gridCol w:w="1134"/>
        <w:gridCol w:w="1417"/>
        <w:gridCol w:w="3544"/>
        <w:gridCol w:w="4145"/>
      </w:tblGrid>
      <w:tr w:rsidR="005F70BA" w:rsidTr="00B1517C" w14:paraId="1FEF738B" w14:textId="77777777">
        <w:trPr>
          <w:cantSplit/>
          <w:tblHeader/>
          <w:jc w:val="center"/>
        </w:trPr>
        <w:tc>
          <w:tcPr>
            <w:tcW w:w="13281" w:type="dxa"/>
            <w:gridSpan w:val="5"/>
            <w:tcBorders>
              <w:bottom w:val="nil"/>
            </w:tcBorders>
            <w:shd w:val="pct20" w:color="auto" w:fill="FFFFFF"/>
          </w:tcPr>
          <w:p w:rsidR="005F70BA" w:rsidP="00B1517C" w:rsidRDefault="005F70BA" w14:paraId="78E5D3E9" w14:textId="77777777">
            <w:pPr>
              <w:pStyle w:val="Bildunterschrift"/>
              <w:numPr>
                <w:ilvl w:val="0"/>
                <w:numId w:val="0"/>
              </w:numPr>
              <w:spacing w:before="20" w:after="20" w:line="288" w:lineRule="auto"/>
            </w:pPr>
            <w:r>
              <w:rPr>
                <w:lang w:val="en-GB"/>
              </w:rPr>
              <w:t xml:space="preserve">Step 53 : Message 159 - Session Established (RBC n° 1) </w:t>
            </w:r>
          </w:p>
          <w:p w:rsidR="005F70BA" w:rsidP="005F70BA" w:rsidRDefault="005F70BA" w14:paraId="23FF9B24" w14:textId="77777777">
            <w:pPr>
              <w:pStyle w:val="Bildunterschrift"/>
              <w:numPr>
                <w:ilvl w:val="0"/>
                <w:numId w:val="0"/>
              </w:numPr>
              <w:spacing w:before="20" w:after="20" w:line="288" w:lineRule="auto"/>
              <w:rPr>
                <w:lang w:val="en-GB"/>
              </w:rPr>
            </w:pPr>
            <w:r>
              <w:rPr>
                <w:lang w:val="en-GB"/>
              </w:rPr>
              <w:t xml:space="preserve">Distance      50.00 m </w:t>
            </w:r>
          </w:p>
        </w:tc>
      </w:tr>
      <w:tr w:rsidR="005F70BA" w:rsidTr="00B1517C" w14:paraId="30159DD4" w14:textId="77777777">
        <w:trPr>
          <w:cantSplit/>
          <w:tblHeader/>
          <w:jc w:val="center"/>
        </w:trPr>
        <w:tc>
          <w:tcPr>
            <w:tcW w:w="3041" w:type="dxa"/>
            <w:tcBorders>
              <w:top w:val="single" w:color="auto" w:sz="6" w:space="0"/>
              <w:bottom w:val="single" w:color="auto" w:sz="6" w:space="0"/>
            </w:tcBorders>
            <w:shd w:val="pct20" w:color="auto" w:fill="FFFFFF"/>
          </w:tcPr>
          <w:p w:rsidR="005F70BA" w:rsidP="00B1517C" w:rsidRDefault="005F70BA" w14:paraId="40306F91" w14:textId="77777777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Variable</w:t>
            </w:r>
          </w:p>
        </w:tc>
        <w:tc>
          <w:tcPr>
            <w:tcW w:w="1134" w:type="dxa"/>
            <w:tcBorders>
              <w:top w:val="single" w:color="auto" w:sz="6" w:space="0"/>
              <w:bottom w:val="single" w:color="auto" w:sz="6" w:space="0"/>
            </w:tcBorders>
            <w:shd w:val="pct20" w:color="auto" w:fill="FFFFFF"/>
          </w:tcPr>
          <w:p w:rsidR="005F70BA" w:rsidP="00B1517C" w:rsidRDefault="005F70BA" w14:paraId="1D34DFE0" w14:textId="77777777">
            <w:pPr>
              <w:pStyle w:val="Header"/>
              <w:tabs>
                <w:tab w:val="clear" w:pos="4820"/>
                <w:tab w:val="clear" w:pos="9639"/>
              </w:tabs>
              <w:spacing w:before="20" w:after="20"/>
              <w:rPr>
                <w:sz w:val="20"/>
              </w:rPr>
            </w:pPr>
            <w:r>
              <w:rPr>
                <w:sz w:val="20"/>
              </w:rPr>
              <w:t>Length</w:t>
            </w:r>
          </w:p>
        </w:tc>
        <w:tc>
          <w:tcPr>
            <w:tcW w:w="1417" w:type="dxa"/>
            <w:tcBorders>
              <w:top w:val="single" w:color="auto" w:sz="6" w:space="0"/>
              <w:bottom w:val="single" w:color="auto" w:sz="6" w:space="0"/>
            </w:tcBorders>
            <w:shd w:val="pct20" w:color="auto" w:fill="FFFFFF"/>
          </w:tcPr>
          <w:p w:rsidR="005F70BA" w:rsidP="00B1517C" w:rsidRDefault="005F70BA" w14:paraId="107D51D2" w14:textId="77777777">
            <w:pPr>
              <w:spacing w:before="20" w:after="20"/>
              <w:jc w:val="center"/>
            </w:pPr>
            <w:r>
              <w:rPr>
                <w:b/>
              </w:rPr>
              <w:t>Value</w:t>
            </w:r>
          </w:p>
        </w:tc>
        <w:tc>
          <w:tcPr>
            <w:tcW w:w="3544" w:type="dxa"/>
            <w:tcBorders>
              <w:top w:val="single" w:color="auto" w:sz="6" w:space="0"/>
              <w:bottom w:val="single" w:color="auto" w:sz="6" w:space="0"/>
            </w:tcBorders>
            <w:shd w:val="pct20" w:color="auto" w:fill="FFFFFF"/>
          </w:tcPr>
          <w:p w:rsidR="005F70BA" w:rsidP="00B1517C" w:rsidRDefault="005F70BA" w14:paraId="32B896AB" w14:textId="77777777">
            <w:pPr>
              <w:spacing w:before="20" w:after="20"/>
              <w:rPr>
                <w:b/>
              </w:rPr>
            </w:pPr>
            <w:r>
              <w:rPr>
                <w:b/>
              </w:rPr>
              <w:t>Comment</w:t>
            </w:r>
          </w:p>
        </w:tc>
        <w:tc>
          <w:tcPr>
            <w:tcW w:w="4145" w:type="dxa"/>
            <w:tcBorders>
              <w:top w:val="single" w:color="auto" w:sz="6" w:space="0"/>
              <w:bottom w:val="single" w:color="auto" w:sz="6" w:space="0"/>
            </w:tcBorders>
            <w:shd w:val="pct20" w:color="auto" w:fill="FFFFFF"/>
          </w:tcPr>
          <w:p w:rsidR="005F70BA" w:rsidP="00B1517C" w:rsidRDefault="005F70BA" w14:paraId="6E78EC7E" w14:textId="77777777">
            <w:pPr>
              <w:spacing w:before="20" w:after="20"/>
              <w:rPr>
                <w:b/>
              </w:rPr>
            </w:pPr>
            <w:r>
              <w:rPr>
                <w:b/>
              </w:rPr>
              <w:t>User comment</w:t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NID_MESSAGE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8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1001 1111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L_MESSAGE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10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14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T_TRAIN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32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0000 0000 0000 0000 0000 0000 0000 0000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NID_ENGINE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24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0000 0001 0010 1000 1110 0000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NID_PACKET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8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2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System versions that the on-board equipment is able to operate</w:t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L_PACKET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13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33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M_VERSION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7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011 0000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N_ITER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5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0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</w:tbl>
    <w:p>
      <w:r>
        <w:t/>
      </w:r>
    </w:p>
    <w:p>
      <w:r>
        <w:t/>
      </w:r>
    </w:p>
    <w:tbl>
      <w:tblPr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41"/>
        <w:gridCol w:w="1134"/>
        <w:gridCol w:w="1417"/>
        <w:gridCol w:w="3544"/>
        <w:gridCol w:w="4145"/>
      </w:tblGrid>
      <w:tr w:rsidR="005F70BA" w:rsidTr="00B1517C" w14:paraId="1FEF738B" w14:textId="77777777">
        <w:trPr>
          <w:cantSplit/>
          <w:tblHeader/>
          <w:jc w:val="center"/>
        </w:trPr>
        <w:tc>
          <w:tcPr>
            <w:tcW w:w="13281" w:type="dxa"/>
            <w:gridSpan w:val="5"/>
            <w:tcBorders>
              <w:bottom w:val="nil"/>
            </w:tcBorders>
            <w:shd w:val="pct20" w:color="auto" w:fill="FFFFFF"/>
          </w:tcPr>
          <w:p w:rsidR="005F70BA" w:rsidP="00B1517C" w:rsidRDefault="005F70BA" w14:paraId="78E5D3E9" w14:textId="77777777">
            <w:pPr>
              <w:pStyle w:val="Bildunterschrift"/>
              <w:numPr>
                <w:ilvl w:val="0"/>
                <w:numId w:val="0"/>
              </w:numPr>
              <w:spacing w:before="20" w:after="20" w:line="288" w:lineRule="auto"/>
            </w:pPr>
            <w:r>
              <w:rPr>
                <w:lang w:val="en-GB"/>
              </w:rPr>
              <w:t xml:space="preserve">Step 56 : Message 129 - Validated Train Data (RBC n° 1) </w:t>
            </w:r>
          </w:p>
          <w:p w:rsidR="005F70BA" w:rsidP="005F70BA" w:rsidRDefault="005F70BA" w14:paraId="23FF9B24" w14:textId="77777777">
            <w:pPr>
              <w:pStyle w:val="Bildunterschrift"/>
              <w:numPr>
                <w:ilvl w:val="0"/>
                <w:numId w:val="0"/>
              </w:numPr>
              <w:spacing w:before="20" w:after="20" w:line="288" w:lineRule="auto"/>
              <w:rPr>
                <w:lang w:val="en-GB"/>
              </w:rPr>
            </w:pPr>
            <w:r>
              <w:rPr>
                <w:lang w:val="en-GB"/>
              </w:rPr>
              <w:t xml:space="preserve">Distance      50.00 m </w:t>
            </w:r>
          </w:p>
        </w:tc>
      </w:tr>
      <w:tr w:rsidR="005F70BA" w:rsidTr="00B1517C" w14:paraId="30159DD4" w14:textId="77777777">
        <w:trPr>
          <w:cantSplit/>
          <w:tblHeader/>
          <w:jc w:val="center"/>
        </w:trPr>
        <w:tc>
          <w:tcPr>
            <w:tcW w:w="3041" w:type="dxa"/>
            <w:tcBorders>
              <w:top w:val="single" w:color="auto" w:sz="6" w:space="0"/>
              <w:bottom w:val="single" w:color="auto" w:sz="6" w:space="0"/>
            </w:tcBorders>
            <w:shd w:val="pct20" w:color="auto" w:fill="FFFFFF"/>
          </w:tcPr>
          <w:p w:rsidR="005F70BA" w:rsidP="00B1517C" w:rsidRDefault="005F70BA" w14:paraId="40306F91" w14:textId="77777777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Variable</w:t>
            </w:r>
          </w:p>
        </w:tc>
        <w:tc>
          <w:tcPr>
            <w:tcW w:w="1134" w:type="dxa"/>
            <w:tcBorders>
              <w:top w:val="single" w:color="auto" w:sz="6" w:space="0"/>
              <w:bottom w:val="single" w:color="auto" w:sz="6" w:space="0"/>
            </w:tcBorders>
            <w:shd w:val="pct20" w:color="auto" w:fill="FFFFFF"/>
          </w:tcPr>
          <w:p w:rsidR="005F70BA" w:rsidP="00B1517C" w:rsidRDefault="005F70BA" w14:paraId="1D34DFE0" w14:textId="77777777">
            <w:pPr>
              <w:pStyle w:val="Header"/>
              <w:tabs>
                <w:tab w:val="clear" w:pos="4820"/>
                <w:tab w:val="clear" w:pos="9639"/>
              </w:tabs>
              <w:spacing w:before="20" w:after="20"/>
              <w:rPr>
                <w:sz w:val="20"/>
              </w:rPr>
            </w:pPr>
            <w:r>
              <w:rPr>
                <w:sz w:val="20"/>
              </w:rPr>
              <w:t>Length</w:t>
            </w:r>
          </w:p>
        </w:tc>
        <w:tc>
          <w:tcPr>
            <w:tcW w:w="1417" w:type="dxa"/>
            <w:tcBorders>
              <w:top w:val="single" w:color="auto" w:sz="6" w:space="0"/>
              <w:bottom w:val="single" w:color="auto" w:sz="6" w:space="0"/>
            </w:tcBorders>
            <w:shd w:val="pct20" w:color="auto" w:fill="FFFFFF"/>
          </w:tcPr>
          <w:p w:rsidR="005F70BA" w:rsidP="00B1517C" w:rsidRDefault="005F70BA" w14:paraId="107D51D2" w14:textId="77777777">
            <w:pPr>
              <w:spacing w:before="20" w:after="20"/>
              <w:jc w:val="center"/>
            </w:pPr>
            <w:r>
              <w:rPr>
                <w:b/>
              </w:rPr>
              <w:t>Value</w:t>
            </w:r>
          </w:p>
        </w:tc>
        <w:tc>
          <w:tcPr>
            <w:tcW w:w="3544" w:type="dxa"/>
            <w:tcBorders>
              <w:top w:val="single" w:color="auto" w:sz="6" w:space="0"/>
              <w:bottom w:val="single" w:color="auto" w:sz="6" w:space="0"/>
            </w:tcBorders>
            <w:shd w:val="pct20" w:color="auto" w:fill="FFFFFF"/>
          </w:tcPr>
          <w:p w:rsidR="005F70BA" w:rsidP="00B1517C" w:rsidRDefault="005F70BA" w14:paraId="32B896AB" w14:textId="77777777">
            <w:pPr>
              <w:spacing w:before="20" w:after="20"/>
              <w:rPr>
                <w:b/>
              </w:rPr>
            </w:pPr>
            <w:r>
              <w:rPr>
                <w:b/>
              </w:rPr>
              <w:t>Comment</w:t>
            </w:r>
          </w:p>
        </w:tc>
        <w:tc>
          <w:tcPr>
            <w:tcW w:w="4145" w:type="dxa"/>
            <w:tcBorders>
              <w:top w:val="single" w:color="auto" w:sz="6" w:space="0"/>
              <w:bottom w:val="single" w:color="auto" w:sz="6" w:space="0"/>
            </w:tcBorders>
            <w:shd w:val="pct20" w:color="auto" w:fill="FFFFFF"/>
          </w:tcPr>
          <w:p w:rsidR="005F70BA" w:rsidP="00B1517C" w:rsidRDefault="005F70BA" w14:paraId="6E78EC7E" w14:textId="77777777">
            <w:pPr>
              <w:spacing w:before="20" w:after="20"/>
              <w:rPr>
                <w:b/>
              </w:rPr>
            </w:pPr>
            <w:r>
              <w:rPr>
                <w:b/>
              </w:rPr>
              <w:t>User comment</w:t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NID_MESSAGE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8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129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L_MESSAGE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10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40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T_TRAIN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32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0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NID_ENGINE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24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76000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NID_PACKET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8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0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Position Report</w:t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L_PACKET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13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115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Q_SCALE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2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01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NID_LRBG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24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5767169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D_LRBG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15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150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Q_DIRLRBG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2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01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Q_DLRBG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2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01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L_DOUBTOVER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15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0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L_DOUBTUNDER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15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0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Q_INTEGRITY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2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00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V_TRAIN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7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7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Q_DIRTRAIN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2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01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M_MODE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5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2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M_LEVEL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3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3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NID_PACKET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8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11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Validated train data</w:t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L_PACKET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13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126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NC_CDTRAIN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4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7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NC_TRAIN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15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000 0000 0000 0100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L_TRAIN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12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40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V_MAXTRAIN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7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80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M_LOADINGGAUGE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8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1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M_AXLELOADCAT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7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7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M_AIRTIGHT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2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01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N_AXLE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10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4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N_ITER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5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1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M_VOLTAGE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4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3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NID_CTRACTION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10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0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N_ITER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5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2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NID_NTC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8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2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NID_NTC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8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3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</w:tbl>
    <w:p>
      <w:r>
        <w:t/>
      </w:r>
    </w:p>
    <w:p>
      <w:r>
        <w:t/>
      </w:r>
    </w:p>
    <w:tbl>
      <w:tblPr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41"/>
        <w:gridCol w:w="1134"/>
        <w:gridCol w:w="1417"/>
        <w:gridCol w:w="3544"/>
        <w:gridCol w:w="4145"/>
      </w:tblGrid>
      <w:tr w:rsidR="005F70BA" w:rsidTr="00B1517C" w14:paraId="1FEF738B" w14:textId="77777777">
        <w:trPr>
          <w:cantSplit/>
          <w:tblHeader/>
          <w:jc w:val="center"/>
        </w:trPr>
        <w:tc>
          <w:tcPr>
            <w:tcW w:w="13281" w:type="dxa"/>
            <w:gridSpan w:val="5"/>
            <w:tcBorders>
              <w:bottom w:val="nil"/>
            </w:tcBorders>
            <w:shd w:val="pct20" w:color="auto" w:fill="FFFFFF"/>
          </w:tcPr>
          <w:p w:rsidR="005F70BA" w:rsidP="00B1517C" w:rsidRDefault="005F70BA" w14:paraId="78E5D3E9" w14:textId="77777777">
            <w:pPr>
              <w:pStyle w:val="Bildunterschrift"/>
              <w:numPr>
                <w:ilvl w:val="0"/>
                <w:numId w:val="0"/>
              </w:numPr>
              <w:spacing w:before="20" w:after="20" w:line="288" w:lineRule="auto"/>
            </w:pPr>
            <w:r>
              <w:rPr>
                <w:lang w:val="en-GB"/>
              </w:rPr>
              <w:t xml:space="preserve">Step 58 : Message 38 - Acknowledgment of session establishment (RBC n° 1) </w:t>
            </w:r>
          </w:p>
          <w:p w:rsidR="005F70BA" w:rsidP="005F70BA" w:rsidRDefault="005F70BA" w14:paraId="23FF9B24" w14:textId="77777777">
            <w:pPr>
              <w:pStyle w:val="Bildunterschrift"/>
              <w:numPr>
                <w:ilvl w:val="0"/>
                <w:numId w:val="0"/>
              </w:numPr>
              <w:spacing w:before="20" w:after="20" w:line="288" w:lineRule="auto"/>
              <w:rPr>
                <w:lang w:val="en-GB"/>
              </w:rPr>
            </w:pPr>
            <w:r>
              <w:rPr>
                <w:lang w:val="en-GB"/>
              </w:rPr>
              <w:t xml:space="preserve">Distance      50.00 m </w:t>
            </w:r>
          </w:p>
        </w:tc>
      </w:tr>
      <w:tr w:rsidR="005F70BA" w:rsidTr="00B1517C" w14:paraId="30159DD4" w14:textId="77777777">
        <w:trPr>
          <w:cantSplit/>
          <w:tblHeader/>
          <w:jc w:val="center"/>
        </w:trPr>
        <w:tc>
          <w:tcPr>
            <w:tcW w:w="3041" w:type="dxa"/>
            <w:tcBorders>
              <w:top w:val="single" w:color="auto" w:sz="6" w:space="0"/>
              <w:bottom w:val="single" w:color="auto" w:sz="6" w:space="0"/>
            </w:tcBorders>
            <w:shd w:val="pct20" w:color="auto" w:fill="FFFFFF"/>
          </w:tcPr>
          <w:p w:rsidR="005F70BA" w:rsidP="00B1517C" w:rsidRDefault="005F70BA" w14:paraId="40306F91" w14:textId="77777777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Variable</w:t>
            </w:r>
          </w:p>
        </w:tc>
        <w:tc>
          <w:tcPr>
            <w:tcW w:w="1134" w:type="dxa"/>
            <w:tcBorders>
              <w:top w:val="single" w:color="auto" w:sz="6" w:space="0"/>
              <w:bottom w:val="single" w:color="auto" w:sz="6" w:space="0"/>
            </w:tcBorders>
            <w:shd w:val="pct20" w:color="auto" w:fill="FFFFFF"/>
          </w:tcPr>
          <w:p w:rsidR="005F70BA" w:rsidP="00B1517C" w:rsidRDefault="005F70BA" w14:paraId="1D34DFE0" w14:textId="77777777">
            <w:pPr>
              <w:pStyle w:val="Header"/>
              <w:tabs>
                <w:tab w:val="clear" w:pos="4820"/>
                <w:tab w:val="clear" w:pos="9639"/>
              </w:tabs>
              <w:spacing w:before="20" w:after="20"/>
              <w:rPr>
                <w:sz w:val="20"/>
              </w:rPr>
            </w:pPr>
            <w:r>
              <w:rPr>
                <w:sz w:val="20"/>
              </w:rPr>
              <w:t>Length</w:t>
            </w:r>
          </w:p>
        </w:tc>
        <w:tc>
          <w:tcPr>
            <w:tcW w:w="1417" w:type="dxa"/>
            <w:tcBorders>
              <w:top w:val="single" w:color="auto" w:sz="6" w:space="0"/>
              <w:bottom w:val="single" w:color="auto" w:sz="6" w:space="0"/>
            </w:tcBorders>
            <w:shd w:val="pct20" w:color="auto" w:fill="FFFFFF"/>
          </w:tcPr>
          <w:p w:rsidR="005F70BA" w:rsidP="00B1517C" w:rsidRDefault="005F70BA" w14:paraId="107D51D2" w14:textId="77777777">
            <w:pPr>
              <w:spacing w:before="20" w:after="20"/>
              <w:jc w:val="center"/>
            </w:pPr>
            <w:r>
              <w:rPr>
                <w:b/>
              </w:rPr>
              <w:t>Value</w:t>
            </w:r>
          </w:p>
        </w:tc>
        <w:tc>
          <w:tcPr>
            <w:tcW w:w="3544" w:type="dxa"/>
            <w:tcBorders>
              <w:top w:val="single" w:color="auto" w:sz="6" w:space="0"/>
              <w:bottom w:val="single" w:color="auto" w:sz="6" w:space="0"/>
            </w:tcBorders>
            <w:shd w:val="pct20" w:color="auto" w:fill="FFFFFF"/>
          </w:tcPr>
          <w:p w:rsidR="005F70BA" w:rsidP="00B1517C" w:rsidRDefault="005F70BA" w14:paraId="32B896AB" w14:textId="77777777">
            <w:pPr>
              <w:spacing w:before="20" w:after="20"/>
              <w:rPr>
                <w:b/>
              </w:rPr>
            </w:pPr>
            <w:r>
              <w:rPr>
                <w:b/>
              </w:rPr>
              <w:t>Comment</w:t>
            </w:r>
          </w:p>
        </w:tc>
        <w:tc>
          <w:tcPr>
            <w:tcW w:w="4145" w:type="dxa"/>
            <w:tcBorders>
              <w:top w:val="single" w:color="auto" w:sz="6" w:space="0"/>
              <w:bottom w:val="single" w:color="auto" w:sz="6" w:space="0"/>
            </w:tcBorders>
            <w:shd w:val="pct20" w:color="auto" w:fill="FFFFFF"/>
          </w:tcPr>
          <w:p w:rsidR="005F70BA" w:rsidP="00B1517C" w:rsidRDefault="005F70BA" w14:paraId="6E78EC7E" w14:textId="77777777">
            <w:pPr>
              <w:spacing w:before="20" w:after="20"/>
              <w:rPr>
                <w:b/>
              </w:rPr>
            </w:pPr>
            <w:r>
              <w:rPr>
                <w:b/>
              </w:rPr>
              <w:t>User comment</w:t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NID_MESSAGE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8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38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L_MESSAGE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10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7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T_TRAIN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32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0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M_ACK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1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0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</w:tbl>
    <w:p>
      <w:r>
        <w:t/>
      </w:r>
    </w:p>
    <w:p>
      <w:r>
        <w:t/>
      </w:r>
    </w:p>
    <w:tbl>
      <w:tblPr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41"/>
        <w:gridCol w:w="1134"/>
        <w:gridCol w:w="1417"/>
        <w:gridCol w:w="3544"/>
        <w:gridCol w:w="4145"/>
      </w:tblGrid>
      <w:tr w:rsidR="005F70BA" w:rsidTr="00B1517C" w14:paraId="1FEF738B" w14:textId="77777777">
        <w:trPr>
          <w:cantSplit/>
          <w:tblHeader/>
          <w:jc w:val="center"/>
        </w:trPr>
        <w:tc>
          <w:tcPr>
            <w:tcW w:w="13281" w:type="dxa"/>
            <w:gridSpan w:val="5"/>
            <w:tcBorders>
              <w:bottom w:val="nil"/>
            </w:tcBorders>
            <w:shd w:val="pct20" w:color="auto" w:fill="FFFFFF"/>
          </w:tcPr>
          <w:p w:rsidR="005F70BA" w:rsidP="00B1517C" w:rsidRDefault="005F70BA" w14:paraId="78E5D3E9" w14:textId="77777777">
            <w:pPr>
              <w:pStyle w:val="Bildunterschrift"/>
              <w:numPr>
                <w:ilvl w:val="0"/>
                <w:numId w:val="0"/>
              </w:numPr>
              <w:spacing w:before="20" w:after="20" w:line="288" w:lineRule="auto"/>
            </w:pPr>
            <w:r>
              <w:rPr>
                <w:lang w:val="en-GB"/>
              </w:rPr>
              <w:t xml:space="preserve">Step 60 : Message 8 - Acknowledgement of Train Data (RBC n° 1) </w:t>
            </w:r>
          </w:p>
          <w:p w:rsidR="005F70BA" w:rsidP="005F70BA" w:rsidRDefault="005F70BA" w14:paraId="23FF9B24" w14:textId="77777777">
            <w:pPr>
              <w:pStyle w:val="Bildunterschrift"/>
              <w:numPr>
                <w:ilvl w:val="0"/>
                <w:numId w:val="0"/>
              </w:numPr>
              <w:spacing w:before="20" w:after="20" w:line="288" w:lineRule="auto"/>
              <w:rPr>
                <w:lang w:val="en-GB"/>
              </w:rPr>
            </w:pPr>
            <w:r>
              <w:rPr>
                <w:lang w:val="en-GB"/>
              </w:rPr>
              <w:t xml:space="preserve">Distance      50.00 m     Delay :       5.00 s     Conditional Message Id : 129     Back Delay :       5.00 s   </w:t>
            </w:r>
          </w:p>
        </w:tc>
      </w:tr>
      <w:tr w:rsidR="005F70BA" w:rsidTr="00B1517C" w14:paraId="30159DD4" w14:textId="77777777">
        <w:trPr>
          <w:cantSplit/>
          <w:tblHeader/>
          <w:jc w:val="center"/>
        </w:trPr>
        <w:tc>
          <w:tcPr>
            <w:tcW w:w="3041" w:type="dxa"/>
            <w:tcBorders>
              <w:top w:val="single" w:color="auto" w:sz="6" w:space="0"/>
              <w:bottom w:val="single" w:color="auto" w:sz="6" w:space="0"/>
            </w:tcBorders>
            <w:shd w:val="pct20" w:color="auto" w:fill="FFFFFF"/>
          </w:tcPr>
          <w:p w:rsidR="005F70BA" w:rsidP="00B1517C" w:rsidRDefault="005F70BA" w14:paraId="40306F91" w14:textId="77777777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Variable</w:t>
            </w:r>
          </w:p>
        </w:tc>
        <w:tc>
          <w:tcPr>
            <w:tcW w:w="1134" w:type="dxa"/>
            <w:tcBorders>
              <w:top w:val="single" w:color="auto" w:sz="6" w:space="0"/>
              <w:bottom w:val="single" w:color="auto" w:sz="6" w:space="0"/>
            </w:tcBorders>
            <w:shd w:val="pct20" w:color="auto" w:fill="FFFFFF"/>
          </w:tcPr>
          <w:p w:rsidR="005F70BA" w:rsidP="00B1517C" w:rsidRDefault="005F70BA" w14:paraId="1D34DFE0" w14:textId="77777777">
            <w:pPr>
              <w:pStyle w:val="Header"/>
              <w:tabs>
                <w:tab w:val="clear" w:pos="4820"/>
                <w:tab w:val="clear" w:pos="9639"/>
              </w:tabs>
              <w:spacing w:before="20" w:after="20"/>
              <w:rPr>
                <w:sz w:val="20"/>
              </w:rPr>
            </w:pPr>
            <w:r>
              <w:rPr>
                <w:sz w:val="20"/>
              </w:rPr>
              <w:t>Length</w:t>
            </w:r>
          </w:p>
        </w:tc>
        <w:tc>
          <w:tcPr>
            <w:tcW w:w="1417" w:type="dxa"/>
            <w:tcBorders>
              <w:top w:val="single" w:color="auto" w:sz="6" w:space="0"/>
              <w:bottom w:val="single" w:color="auto" w:sz="6" w:space="0"/>
            </w:tcBorders>
            <w:shd w:val="pct20" w:color="auto" w:fill="FFFFFF"/>
          </w:tcPr>
          <w:p w:rsidR="005F70BA" w:rsidP="00B1517C" w:rsidRDefault="005F70BA" w14:paraId="107D51D2" w14:textId="77777777">
            <w:pPr>
              <w:spacing w:before="20" w:after="20"/>
              <w:jc w:val="center"/>
            </w:pPr>
            <w:r>
              <w:rPr>
                <w:b/>
              </w:rPr>
              <w:t>Value</w:t>
            </w:r>
          </w:p>
        </w:tc>
        <w:tc>
          <w:tcPr>
            <w:tcW w:w="3544" w:type="dxa"/>
            <w:tcBorders>
              <w:top w:val="single" w:color="auto" w:sz="6" w:space="0"/>
              <w:bottom w:val="single" w:color="auto" w:sz="6" w:space="0"/>
            </w:tcBorders>
            <w:shd w:val="pct20" w:color="auto" w:fill="FFFFFF"/>
          </w:tcPr>
          <w:p w:rsidR="005F70BA" w:rsidP="00B1517C" w:rsidRDefault="005F70BA" w14:paraId="32B896AB" w14:textId="77777777">
            <w:pPr>
              <w:spacing w:before="20" w:after="20"/>
              <w:rPr>
                <w:b/>
              </w:rPr>
            </w:pPr>
            <w:r>
              <w:rPr>
                <w:b/>
              </w:rPr>
              <w:t>Comment</w:t>
            </w:r>
          </w:p>
        </w:tc>
        <w:tc>
          <w:tcPr>
            <w:tcW w:w="4145" w:type="dxa"/>
            <w:tcBorders>
              <w:top w:val="single" w:color="auto" w:sz="6" w:space="0"/>
              <w:bottom w:val="single" w:color="auto" w:sz="6" w:space="0"/>
            </w:tcBorders>
            <w:shd w:val="pct20" w:color="auto" w:fill="FFFFFF"/>
          </w:tcPr>
          <w:p w:rsidR="005F70BA" w:rsidP="00B1517C" w:rsidRDefault="005F70BA" w14:paraId="6E78EC7E" w14:textId="77777777">
            <w:pPr>
              <w:spacing w:before="20" w:after="20"/>
              <w:rPr>
                <w:b/>
              </w:rPr>
            </w:pPr>
            <w:r>
              <w:rPr>
                <w:b/>
              </w:rPr>
              <w:t>User comment</w:t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NID_MESSAGE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8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8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L_MESSAGE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10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14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T_TRAIN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32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0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M_ACK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1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0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NID_LRBG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24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5767169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  <w:tr w:rsidR="005F70BA" w:rsidTr="00B1517C" w14:paraId="79B2A204" w14:textId="77777777">
        <w:trPr>
          <w:cantSplit/>
          <w:trHeight w:val="253"/>
          <w:jc w:val="center"/>
        </w:trPr>
        <w:tc>
          <w:tcPr>
            <w:tcW w:w="3041" w:type="dxa"/>
            <w:tcBorders>
              <w:top w:val="nil"/>
            </w:tcBorders>
          </w:tcPr>
          <w:p w:rsidR="005F70BA" w:rsidP="00B1517C" w:rsidRDefault="005F70BA" w14:paraId="485491D3" w14:textId="77777777">
            <w:r>
              <w:t xml:space="preserve">T_TRAIN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5F70BA" w:rsidP="00B1517C" w:rsidRDefault="005F70BA" w14:paraId="6F6B3440" w14:textId="77777777">
            <w:pPr>
              <w:jc w:val="center"/>
            </w:pPr>
            <w:r>
              <w:t xml:space="preserve">32</w:t>
            </w:r>
          </w:p>
        </w:tc>
        <w:tc>
          <w:tcPr>
            <w:tcW w:w="1417" w:type="dxa"/>
            <w:tcBorders>
              <w:top w:val="nil"/>
            </w:tcBorders>
          </w:tcPr>
          <w:p w:rsidR="005F70BA" w:rsidP="00B1517C" w:rsidRDefault="005F70BA" w14:paraId="7EC06AF7" w14:textId="77777777">
            <w:pPr>
              <w:jc w:val="center"/>
            </w:pPr>
            <w:r>
              <w:t xml:space="preserve">0</w:t>
            </w:r>
          </w:p>
        </w:tc>
        <w:tc>
          <w:tcPr>
            <w:tcW w:w="3544" w:type="dxa"/>
            <w:tcBorders>
              <w:top w:val="nil"/>
            </w:tcBorders>
          </w:tcPr>
          <w:p w:rsidR="005F70BA" w:rsidP="00B1517C" w:rsidRDefault="005F70BA" w14:paraId="36D47F57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  <w:tc>
          <w:tcPr>
            <w:tcW w:w="4145" w:type="dxa"/>
            <w:tcBorders>
              <w:top w:val="nil"/>
            </w:tcBorders>
          </w:tcPr>
          <w:p w:rsidR="005F70BA" w:rsidP="00B1517C" w:rsidRDefault="005F70BA" w14:paraId="1125FEF4" w14:textId="77777777">
            <w:pPr>
              <w:pStyle w:val="NormalIndent"/>
              <w:spacing w:before="0" w:after="0"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/>
            </w:r>
          </w:p>
        </w:tc>
      </w:tr>
    </w:tbl>
    <w:p>
      <w:r>
        <w:t/>
      </w:r>
    </w:p>
    <w:p>
      <w:r>
        <w:t/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A1F29" w14:textId="77777777" w:rsidR="009E5324" w:rsidRDefault="009E5324">
      <w:r>
        <w:separator/>
      </w:r>
    </w:p>
  </w:endnote>
  <w:endnote w:type="continuationSeparator" w:id="0">
    <w:p w14:paraId="1996A975" w14:textId="77777777" w:rsidR="009E5324" w:rsidRDefault="009E5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C460B" w:rsidRDefault="00FC460B" w14:paraId="2F1F7E83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E45B7" w:rsidP="00D63C8A" w:rsidRDefault="007E45B7" w14:paraId="4A7B7CDD" w14:textId="0CC0C556">
    <w:pPr>
      <w:pStyle w:val="Footer"/>
      <w:spacing w:before="120"/>
      <w:jc w:val="center"/>
    </w:pPr>
  </w:p>
  <w:tbl>
    <w:tblPr>
      <w:tblW w:w="0" w:type="auto"/>
      <w:tblInd w:w="70" w:type="dxa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37"/>
      <w:gridCol w:w="10204"/>
      <w:gridCol w:w="2694"/>
    </w:tblGrid>
    <w:tr w:rsidR="00090E75" w14:paraId="199DE658" w14:textId="77777777">
      <w:tc>
        <w:tcPr>
          <w:tcW w:w="2837" w:type="dxa"/>
        </w:tcPr>
        <w:p w:rsidR="00090E75" w:rsidRDefault="00090E75" w14:paraId="7E71FF2D" w14:textId="3F405EEA">
          <w:pPr>
            <w:pStyle w:val="Footer"/>
          </w:pPr>
          <w:r>
            <w:br/>
          </w:r>
          <w:bookmarkStart w:name="FooterDate" w:id="40"/>
          <w:proofErr w:type="spellStart"/>
          <w:r w:rsidR="00E97674">
            <w:t xml:space="preserve">21/11/25 11:00</w:t>
          </w:r>
          <w:bookmarkEnd w:id="40"/>
          <w:proofErr w:type="spellEnd"/>
        </w:p>
      </w:tc>
      <w:tc>
        <w:tcPr>
          <w:tcW w:w="10204" w:type="dxa"/>
        </w:tcPr>
        <w:p w:rsidR="00090E75" w:rsidRDefault="00090E75" w14:paraId="037EF540" w14:textId="77777777">
          <w:pPr>
            <w:pStyle w:val="Footer"/>
            <w:tabs>
              <w:tab w:val="center" w:pos="1915"/>
            </w:tabs>
            <w:jc w:val="center"/>
          </w:pPr>
        </w:p>
        <w:p w:rsidR="00391C59" w:rsidRDefault="00FE7DC9" w14:paraId="765759D4" w14:textId="4E9E0F22">
          <w:pPr>
            <w:pStyle w:val="Footer"/>
            <w:tabs>
              <w:tab w:val="center" w:pos="1915"/>
            </w:tabs>
            <w:jc w:val="center"/>
          </w:pPr>
          <w:bookmarkStart w:name="SequenceFooter" w:id="41"/>
          <w:proofErr w:type="spellStart"/>
          <w:r>
            <w:t xml:space="preserve">Subset-076-6-3_SOM_L2_SR_v400_SV30</w:t>
          </w:r>
          <w:bookmarkEnd w:id="41"/>
          <w:proofErr w:type="spellEnd"/>
        </w:p>
      </w:tc>
      <w:tc>
        <w:tcPr>
          <w:tcW w:w="2694" w:type="dxa"/>
        </w:tcPr>
        <w:p w:rsidR="00090E75" w:rsidRDefault="00090E75" w14:paraId="101E1D38" w14:textId="77777777">
          <w:pPr>
            <w:pStyle w:val="Footer"/>
            <w:jc w:val="right"/>
          </w:pPr>
        </w:p>
        <w:p w:rsidR="00090E75" w:rsidRDefault="00090E75" w14:paraId="6E53A2EA" w14:textId="77777777">
          <w:pPr>
            <w:pStyle w:val="Footer"/>
            <w:jc w:val="right"/>
          </w:pPr>
          <w:r>
            <w:t xml:space="preserve">Page </w:t>
          </w:r>
          <w:r w:rsidR="00A95CF5"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 w:rsidR="00A95CF5">
            <w:rPr>
              <w:rStyle w:val="PageNumber"/>
            </w:rPr>
            <w:fldChar w:fldCharType="separate"/>
          </w:r>
          <w:r w:rsidR="00406B12">
            <w:rPr>
              <w:rStyle w:val="PageNumber"/>
              <w:noProof/>
            </w:rPr>
            <w:t>1</w:t>
          </w:r>
          <w:r w:rsidR="00A95CF5">
            <w:rPr>
              <w:rStyle w:val="PageNumber"/>
            </w:rPr>
            <w:fldChar w:fldCharType="end"/>
          </w:r>
          <w:r>
            <w:rPr>
              <w:rStyle w:val="PageNumber"/>
            </w:rPr>
            <w:t>/</w:t>
          </w:r>
          <w:r w:rsidR="00A95CF5"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NUMPAGES </w:instrText>
          </w:r>
          <w:r w:rsidR="00A95CF5">
            <w:rPr>
              <w:rStyle w:val="PageNumber"/>
            </w:rPr>
            <w:fldChar w:fldCharType="separate"/>
          </w:r>
          <w:r w:rsidR="00406B12">
            <w:rPr>
              <w:rStyle w:val="PageNumber"/>
              <w:noProof/>
            </w:rPr>
            <w:t>3</w:t>
          </w:r>
          <w:r w:rsidR="00A95CF5">
            <w:rPr>
              <w:rStyle w:val="PageNumber"/>
            </w:rPr>
            <w:fldChar w:fldCharType="end"/>
          </w:r>
        </w:p>
      </w:tc>
    </w:tr>
  </w:tbl>
  <w:p w:rsidR="00090E75" w:rsidRDefault="00090E75" w14:paraId="599A70D8" w14:textId="77777777">
    <w:pPr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C460B" w:rsidRDefault="00FC460B" w14:paraId="4FD50071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935A9" w14:textId="77777777" w:rsidR="009E5324" w:rsidRDefault="009E5324">
      <w:r>
        <w:separator/>
      </w:r>
    </w:p>
  </w:footnote>
  <w:footnote w:type="continuationSeparator" w:id="0">
    <w:p w14:paraId="2B90335D" w14:textId="77777777" w:rsidR="009E5324" w:rsidRDefault="009E5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96E9B" w14:textId="77777777" w:rsidR="00FC460B" w:rsidRDefault="00FC46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E4A7C" w14:textId="34D88824" w:rsidR="00D63C8A" w:rsidRPr="007E45B7" w:rsidRDefault="004D11CF" w:rsidP="00D63C8A">
    <w:pPr>
      <w:pStyle w:val="Header"/>
    </w:pPr>
    <w:r>
      <w:rPr>
        <w:rFonts w:ascii="Arial Narrow" w:hAnsi="Arial Narrow"/>
        <w:sz w:val="36"/>
        <w:szCs w:val="36"/>
        <w:lang w:val="it-IT"/>
      </w:rPr>
      <w:t>ERA * EAL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FF4ED" w14:textId="77777777" w:rsidR="00FC460B" w:rsidRDefault="00FC46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Heading1"/>
      <w:lvlText w:val="%1."/>
      <w:legacy w:legacy="1" w:legacySpace="144" w:legacyIndent="1134"/>
      <w:lvlJc w:val="left"/>
      <w:pPr>
        <w:ind w:left="1134" w:hanging="1134"/>
      </w:pPr>
    </w:lvl>
    <w:lvl w:ilvl="1">
      <w:start w:val="1"/>
      <w:numFmt w:val="decimal"/>
      <w:pStyle w:val="Heading2"/>
      <w:lvlText w:val="%1.%2"/>
      <w:legacy w:legacy="1" w:legacySpace="144" w:legacyIndent="1134"/>
      <w:lvlJc w:val="left"/>
      <w:pPr>
        <w:ind w:left="1134" w:hanging="1134"/>
      </w:pPr>
    </w:lvl>
    <w:lvl w:ilvl="2">
      <w:start w:val="1"/>
      <w:numFmt w:val="decimal"/>
      <w:pStyle w:val="Heading3"/>
      <w:lvlText w:val="%1.%2.%3"/>
      <w:legacy w:legacy="1" w:legacySpace="144" w:legacyIndent="1134"/>
      <w:lvlJc w:val="left"/>
      <w:pPr>
        <w:ind w:left="1134" w:hanging="1134"/>
      </w:pPr>
    </w:lvl>
    <w:lvl w:ilvl="3">
      <w:start w:val="1"/>
      <w:numFmt w:val="decimal"/>
      <w:pStyle w:val="Heading4"/>
      <w:lvlText w:val="%1.%2.%3.%4"/>
      <w:legacy w:legacy="1" w:legacySpace="144" w:legacyIndent="1134"/>
      <w:lvlJc w:val="left"/>
      <w:pPr>
        <w:ind w:left="1134" w:hanging="1134"/>
      </w:pPr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A2D5349"/>
    <w:multiLevelType w:val="multilevel"/>
    <w:tmpl w:val="88F2576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%1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ableHierarchy3"/>
      <w:lvlText w:val="%1.%2.%3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584" w:hanging="1584"/>
      </w:pPr>
    </w:lvl>
  </w:abstractNum>
  <w:abstractNum w:abstractNumId="2" w15:restartNumberingAfterBreak="0">
    <w:nsid w:val="3BFF7546"/>
    <w:multiLevelType w:val="multilevel"/>
    <w:tmpl w:val="8A5A1B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TableHierarchy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4A1C47ED"/>
    <w:multiLevelType w:val="singleLevel"/>
    <w:tmpl w:val="8A461DF2"/>
    <w:lvl w:ilvl="0">
      <w:start w:val="1"/>
      <w:numFmt w:val="bullet"/>
      <w:pStyle w:val="Bildunterschrif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A9F47C4"/>
    <w:multiLevelType w:val="multilevel"/>
    <w:tmpl w:val="627A3FFC"/>
    <w:name w:val="Tabelle "/>
    <w:lvl w:ilvl="0">
      <w:start w:val="1"/>
      <w:numFmt w:val="decimal"/>
      <w:isLgl/>
      <w:lvlText w:val="Tabelle %1"/>
      <w:lvlJc w:val="left"/>
      <w:pPr>
        <w:tabs>
          <w:tab w:val="num" w:pos="2126"/>
        </w:tabs>
        <w:ind w:left="2126" w:hanging="2126"/>
      </w:pPr>
    </w:lvl>
    <w:lvl w:ilvl="1">
      <w:start w:val="1"/>
      <w:numFmt w:val="decimal"/>
      <w:lvlText w:val="%1.%2"/>
      <w:lvlJc w:val="left"/>
      <w:pPr>
        <w:tabs>
          <w:tab w:val="num" w:pos="2126"/>
        </w:tabs>
        <w:ind w:left="2126" w:hanging="2126"/>
      </w:pPr>
    </w:lvl>
    <w:lvl w:ilvl="2">
      <w:start w:val="1"/>
      <w:numFmt w:val="decimal"/>
      <w:lvlText w:val="%1.%2.%3"/>
      <w:lvlJc w:val="left"/>
      <w:pPr>
        <w:tabs>
          <w:tab w:val="num" w:pos="2126"/>
        </w:tabs>
        <w:ind w:left="2126" w:hanging="2126"/>
      </w:pPr>
    </w:lvl>
    <w:lvl w:ilvl="3">
      <w:start w:val="1"/>
      <w:numFmt w:val="decimal"/>
      <w:lvlText w:val="%1.%2.%3.%4"/>
      <w:lvlJc w:val="left"/>
      <w:pPr>
        <w:tabs>
          <w:tab w:val="num" w:pos="2126"/>
        </w:tabs>
        <w:ind w:left="2126" w:hanging="2126"/>
      </w:pPr>
    </w:lvl>
    <w:lvl w:ilvl="4">
      <w:start w:val="1"/>
      <w:numFmt w:val="decimal"/>
      <w:lvlText w:val="%1.%2.%3.%4.%5"/>
      <w:lvlJc w:val="left"/>
      <w:pPr>
        <w:tabs>
          <w:tab w:val="num" w:pos="2126"/>
        </w:tabs>
        <w:ind w:left="2126" w:hanging="2126"/>
      </w:pPr>
    </w:lvl>
    <w:lvl w:ilvl="5">
      <w:start w:val="1"/>
      <w:numFmt w:val="decimal"/>
      <w:lvlText w:val="%1.%2.%3.%4.%5.%6"/>
      <w:lvlJc w:val="left"/>
      <w:pPr>
        <w:tabs>
          <w:tab w:val="num" w:pos="2126"/>
        </w:tabs>
        <w:ind w:left="2126" w:hanging="2126"/>
      </w:pPr>
    </w:lvl>
    <w:lvl w:ilvl="6">
      <w:start w:val="1"/>
      <w:numFmt w:val="decimal"/>
      <w:lvlText w:val="%1.%2.%3.%4.%5.%6.%7"/>
      <w:lvlJc w:val="left"/>
      <w:pPr>
        <w:tabs>
          <w:tab w:val="num" w:pos="2126"/>
        </w:tabs>
        <w:ind w:left="2126" w:hanging="2126"/>
      </w:pPr>
    </w:lvl>
    <w:lvl w:ilvl="7">
      <w:start w:val="1"/>
      <w:numFmt w:val="decimal"/>
      <w:lvlText w:val="%1.%2.%3.%4.%5.%6.%7.%8"/>
      <w:lvlJc w:val="left"/>
      <w:pPr>
        <w:tabs>
          <w:tab w:val="num" w:pos="2126"/>
        </w:tabs>
        <w:ind w:left="2126" w:hanging="2126"/>
      </w:pPr>
    </w:lvl>
    <w:lvl w:ilvl="8">
      <w:start w:val="1"/>
      <w:numFmt w:val="decimal"/>
      <w:lvlText w:val="%2.%1.%3.%4.%5.%6.%7.%8.%9"/>
      <w:lvlJc w:val="left"/>
      <w:pPr>
        <w:tabs>
          <w:tab w:val="num" w:pos="2126"/>
        </w:tabs>
        <w:ind w:left="2126" w:hanging="2126"/>
      </w:pPr>
    </w:lvl>
  </w:abstractNum>
  <w:abstractNum w:abstractNumId="5" w15:restartNumberingAfterBreak="0">
    <w:nsid w:val="5DCE65B5"/>
    <w:multiLevelType w:val="multilevel"/>
    <w:tmpl w:val="502C337C"/>
    <w:name w:val="Überschrift 1"/>
    <w:lvl w:ilvl="0">
      <w:start w:val="1"/>
      <w:numFmt w:val="decimal"/>
      <w:isLgl/>
      <w:lvlText w:val="Bild %1"/>
      <w:lvlJc w:val="left"/>
      <w:pPr>
        <w:tabs>
          <w:tab w:val="num" w:pos="2126"/>
        </w:tabs>
        <w:ind w:left="2126" w:hanging="2126"/>
      </w:pPr>
    </w:lvl>
    <w:lvl w:ilvl="1">
      <w:start w:val="1"/>
      <w:numFmt w:val="decimal"/>
      <w:lvlText w:val="%1.%2"/>
      <w:lvlJc w:val="left"/>
      <w:pPr>
        <w:tabs>
          <w:tab w:val="num" w:pos="2126"/>
        </w:tabs>
        <w:ind w:left="2126" w:hanging="2126"/>
      </w:pPr>
    </w:lvl>
    <w:lvl w:ilvl="2">
      <w:start w:val="1"/>
      <w:numFmt w:val="decimal"/>
      <w:lvlText w:val="%1.%2.%3"/>
      <w:lvlJc w:val="left"/>
      <w:pPr>
        <w:tabs>
          <w:tab w:val="num" w:pos="2126"/>
        </w:tabs>
        <w:ind w:left="2126" w:hanging="2126"/>
      </w:pPr>
    </w:lvl>
    <w:lvl w:ilvl="3">
      <w:start w:val="1"/>
      <w:numFmt w:val="decimal"/>
      <w:lvlText w:val="%1.%2.%3.%4"/>
      <w:lvlJc w:val="left"/>
      <w:pPr>
        <w:tabs>
          <w:tab w:val="num" w:pos="2126"/>
        </w:tabs>
        <w:ind w:left="2126" w:hanging="2126"/>
      </w:pPr>
    </w:lvl>
    <w:lvl w:ilvl="4">
      <w:start w:val="1"/>
      <w:numFmt w:val="decimal"/>
      <w:lvlText w:val="%1.%2.%3.%4.%5"/>
      <w:lvlJc w:val="left"/>
      <w:pPr>
        <w:tabs>
          <w:tab w:val="num" w:pos="2126"/>
        </w:tabs>
        <w:ind w:left="2126" w:hanging="2126"/>
      </w:pPr>
    </w:lvl>
    <w:lvl w:ilvl="5">
      <w:start w:val="1"/>
      <w:numFmt w:val="decimal"/>
      <w:lvlText w:val="%1.%2.%3.%4.%5.%6"/>
      <w:lvlJc w:val="left"/>
      <w:pPr>
        <w:tabs>
          <w:tab w:val="num" w:pos="2126"/>
        </w:tabs>
        <w:ind w:left="2126" w:hanging="2126"/>
      </w:pPr>
    </w:lvl>
    <w:lvl w:ilvl="6">
      <w:start w:val="1"/>
      <w:numFmt w:val="decimal"/>
      <w:lvlText w:val="%1.%2.%3.%4.%5.%6.%7"/>
      <w:lvlJc w:val="left"/>
      <w:pPr>
        <w:tabs>
          <w:tab w:val="num" w:pos="2126"/>
        </w:tabs>
        <w:ind w:left="2126" w:hanging="2126"/>
      </w:pPr>
    </w:lvl>
    <w:lvl w:ilvl="7">
      <w:start w:val="1"/>
      <w:numFmt w:val="decimal"/>
      <w:lvlText w:val="%1.%2.%3.%4.%5.%6.%7.%8"/>
      <w:lvlJc w:val="left"/>
      <w:pPr>
        <w:tabs>
          <w:tab w:val="num" w:pos="2126"/>
        </w:tabs>
        <w:ind w:left="2126" w:hanging="2126"/>
      </w:pPr>
    </w:lvl>
    <w:lvl w:ilvl="8">
      <w:start w:val="1"/>
      <w:numFmt w:val="decimal"/>
      <w:lvlText w:val="%2.%1.%3.%4.%5.%6.%7.%8.%9"/>
      <w:lvlJc w:val="left"/>
      <w:pPr>
        <w:tabs>
          <w:tab w:val="num" w:pos="2126"/>
        </w:tabs>
        <w:ind w:left="2126" w:hanging="2126"/>
      </w:pPr>
    </w:lvl>
  </w:abstractNum>
  <w:abstractNum w:abstractNumId="6" w15:restartNumberingAfterBreak="0">
    <w:nsid w:val="5E2A3BAD"/>
    <w:multiLevelType w:val="singleLevel"/>
    <w:tmpl w:val="75BE7D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677C3A55"/>
    <w:multiLevelType w:val="singleLevel"/>
    <w:tmpl w:val="EDD6C544"/>
    <w:lvl w:ilvl="0">
      <w:start w:val="1"/>
      <w:numFmt w:val="bullet"/>
      <w:pStyle w:val="Retraitniv3Flche"/>
      <w:lvlText w:val=""/>
      <w:lvlJc w:val="left"/>
      <w:pPr>
        <w:tabs>
          <w:tab w:val="num" w:pos="2061"/>
        </w:tabs>
        <w:ind w:left="2041" w:hanging="340"/>
      </w:pPr>
      <w:rPr>
        <w:rFonts w:ascii="Symbol" w:hAnsi="Symbol" w:hint="default"/>
        <w:b/>
        <w:i w:val="0"/>
      </w:rPr>
    </w:lvl>
  </w:abstractNum>
  <w:abstractNum w:abstractNumId="8" w15:restartNumberingAfterBreak="0">
    <w:nsid w:val="6F710F83"/>
    <w:multiLevelType w:val="singleLevel"/>
    <w:tmpl w:val="4CE07C76"/>
    <w:lvl w:ilvl="0">
      <w:start w:val="1"/>
      <w:numFmt w:val="bullet"/>
      <w:pStyle w:val="Tabellenunterschrif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</w:abstractNum>
  <w:num w:numId="1" w16cid:durableId="704333348">
    <w:abstractNumId w:val="2"/>
  </w:num>
  <w:num w:numId="2" w16cid:durableId="1001009442">
    <w:abstractNumId w:val="1"/>
  </w:num>
  <w:num w:numId="3" w16cid:durableId="752318226">
    <w:abstractNumId w:val="0"/>
  </w:num>
  <w:num w:numId="4" w16cid:durableId="73626338">
    <w:abstractNumId w:val="6"/>
  </w:num>
  <w:num w:numId="5" w16cid:durableId="1408065725">
    <w:abstractNumId w:val="3"/>
  </w:num>
  <w:num w:numId="6" w16cid:durableId="1104232761">
    <w:abstractNumId w:val="8"/>
  </w:num>
  <w:num w:numId="7" w16cid:durableId="2047751287">
    <w:abstractNumId w:val="7"/>
  </w:num>
  <w:num w:numId="8" w16cid:durableId="979964486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GrammaticalErrors/>
  <w:activeWritingStyle w:appName="MSWord" w:lang="fr-FR" w:vendorID="9" w:dllVersion="512" w:checkStyle="1"/>
  <w:activeWritingStyle w:appName="MSWord" w:lang="en-GB" w:vendorID="8" w:dllVersion="513" w:checkStyle="1"/>
  <w:activeWritingStyle w:appName="MSWord" w:lang="es-ES" w:vendorID="9" w:dllVersion="512" w:checkStyle="1"/>
  <w:activeWritingStyle w:appName="MSWord" w:lang="es-ES_tradnl" w:vendorID="9" w:dllVersion="512" w:checkStyle="1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4A8"/>
    <w:rsid w:val="000175EA"/>
    <w:rsid w:val="00027213"/>
    <w:rsid w:val="00030906"/>
    <w:rsid w:val="00090A15"/>
    <w:rsid w:val="00090E75"/>
    <w:rsid w:val="000C0C4F"/>
    <w:rsid w:val="000E6F1A"/>
    <w:rsid w:val="00121963"/>
    <w:rsid w:val="0016085A"/>
    <w:rsid w:val="001865A5"/>
    <w:rsid w:val="00191CB8"/>
    <w:rsid w:val="001A6025"/>
    <w:rsid w:val="001F1156"/>
    <w:rsid w:val="001F73C1"/>
    <w:rsid w:val="00245B79"/>
    <w:rsid w:val="00267BE7"/>
    <w:rsid w:val="002C3A75"/>
    <w:rsid w:val="0031685D"/>
    <w:rsid w:val="003322C6"/>
    <w:rsid w:val="00334171"/>
    <w:rsid w:val="00391C59"/>
    <w:rsid w:val="003D2A88"/>
    <w:rsid w:val="003F0EC1"/>
    <w:rsid w:val="0040428A"/>
    <w:rsid w:val="00406B12"/>
    <w:rsid w:val="004346A4"/>
    <w:rsid w:val="00486EEA"/>
    <w:rsid w:val="004D11CF"/>
    <w:rsid w:val="004E62B2"/>
    <w:rsid w:val="004F033D"/>
    <w:rsid w:val="004F4279"/>
    <w:rsid w:val="0052318A"/>
    <w:rsid w:val="005A281B"/>
    <w:rsid w:val="005C15D6"/>
    <w:rsid w:val="005F70BA"/>
    <w:rsid w:val="0062106D"/>
    <w:rsid w:val="0065637A"/>
    <w:rsid w:val="0066027D"/>
    <w:rsid w:val="006602C0"/>
    <w:rsid w:val="006626A1"/>
    <w:rsid w:val="006B0DC0"/>
    <w:rsid w:val="006B2274"/>
    <w:rsid w:val="006D71FC"/>
    <w:rsid w:val="006E4FAF"/>
    <w:rsid w:val="007101E1"/>
    <w:rsid w:val="00743B60"/>
    <w:rsid w:val="00751645"/>
    <w:rsid w:val="00783872"/>
    <w:rsid w:val="007A4173"/>
    <w:rsid w:val="007D0B1B"/>
    <w:rsid w:val="007E45B7"/>
    <w:rsid w:val="007F64D1"/>
    <w:rsid w:val="00891BF0"/>
    <w:rsid w:val="008C16A4"/>
    <w:rsid w:val="009334A8"/>
    <w:rsid w:val="00995A95"/>
    <w:rsid w:val="009A3A2B"/>
    <w:rsid w:val="009E5324"/>
    <w:rsid w:val="009F1E86"/>
    <w:rsid w:val="00A10DF6"/>
    <w:rsid w:val="00A13DCB"/>
    <w:rsid w:val="00A37590"/>
    <w:rsid w:val="00A4642F"/>
    <w:rsid w:val="00A9265B"/>
    <w:rsid w:val="00A95CF5"/>
    <w:rsid w:val="00AA3B48"/>
    <w:rsid w:val="00AC040A"/>
    <w:rsid w:val="00AE7019"/>
    <w:rsid w:val="00B06709"/>
    <w:rsid w:val="00B0780E"/>
    <w:rsid w:val="00B36530"/>
    <w:rsid w:val="00B432FF"/>
    <w:rsid w:val="00B456CE"/>
    <w:rsid w:val="00B60EAA"/>
    <w:rsid w:val="00B746B0"/>
    <w:rsid w:val="00C57C79"/>
    <w:rsid w:val="00C61F53"/>
    <w:rsid w:val="00C94A99"/>
    <w:rsid w:val="00D06B20"/>
    <w:rsid w:val="00D34223"/>
    <w:rsid w:val="00D63C8A"/>
    <w:rsid w:val="00D70316"/>
    <w:rsid w:val="00D867F5"/>
    <w:rsid w:val="00D87317"/>
    <w:rsid w:val="00D96F99"/>
    <w:rsid w:val="00DA0339"/>
    <w:rsid w:val="00DA6E9A"/>
    <w:rsid w:val="00E37C34"/>
    <w:rsid w:val="00E4205F"/>
    <w:rsid w:val="00E61417"/>
    <w:rsid w:val="00E7677A"/>
    <w:rsid w:val="00E845B2"/>
    <w:rsid w:val="00E857B6"/>
    <w:rsid w:val="00E97674"/>
    <w:rsid w:val="00EB23A3"/>
    <w:rsid w:val="00EE0F6B"/>
    <w:rsid w:val="00EF72DE"/>
    <w:rsid w:val="00F14A5C"/>
    <w:rsid w:val="00F33EB6"/>
    <w:rsid w:val="00F40D50"/>
    <w:rsid w:val="00F97A30"/>
    <w:rsid w:val="00FA6F97"/>
    <w:rsid w:val="00FA75B0"/>
    <w:rsid w:val="00FB3727"/>
    <w:rsid w:val="00FC460B"/>
    <w:rsid w:val="00FD0955"/>
    <w:rsid w:val="00FE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16EB6EF1"/>
  <w15:docId w15:val="{2516F463-DA74-4D7B-930A-C915E79DD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lang w:val="en-GB" w:eastAsia="es-ES"/>
    </w:rPr>
  </w:style>
  <w:style w:type="paragraph" w:styleId="Heading1">
    <w:name w:val="heading 1"/>
    <w:basedOn w:val="Heading2"/>
    <w:next w:val="Heading2"/>
    <w:qFormat/>
    <w:pPr>
      <w:numPr>
        <w:ilvl w:val="0"/>
      </w:numPr>
      <w:outlineLvl w:val="0"/>
    </w:pPr>
    <w:rPr>
      <w:smallCaps/>
      <w:sz w:val="36"/>
    </w:rPr>
  </w:style>
  <w:style w:type="paragraph" w:styleId="Heading2">
    <w:name w:val="heading 2"/>
    <w:basedOn w:val="Heading3"/>
    <w:next w:val="Heading3"/>
    <w:qFormat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Heading4"/>
    <w:next w:val="Heading4"/>
    <w:qFormat/>
    <w:pPr>
      <w:keepNext/>
      <w:numPr>
        <w:ilvl w:val="2"/>
      </w:numPr>
      <w:spacing w:before="240" w:after="120"/>
      <w:jc w:val="left"/>
      <w:outlineLvl w:val="2"/>
    </w:pPr>
    <w:rPr>
      <w:b/>
      <w:sz w:val="24"/>
    </w:rPr>
  </w:style>
  <w:style w:type="paragraph" w:styleId="Heading4">
    <w:name w:val="heading 4"/>
    <w:basedOn w:val="Normal"/>
    <w:qFormat/>
    <w:pPr>
      <w:numPr>
        <w:ilvl w:val="3"/>
        <w:numId w:val="3"/>
      </w:numPr>
      <w:spacing w:before="120" w:after="60" w:line="288" w:lineRule="auto"/>
      <w:jc w:val="both"/>
      <w:outlineLvl w:val="3"/>
    </w:pPr>
    <w:rPr>
      <w:sz w:val="22"/>
    </w:rPr>
  </w:style>
  <w:style w:type="paragraph" w:styleId="Heading5">
    <w:name w:val="heading 5"/>
    <w:aliases w:val="H5"/>
    <w:basedOn w:val="Heading4"/>
    <w:qFormat/>
    <w:pPr>
      <w:numPr>
        <w:ilvl w:val="4"/>
      </w:numPr>
      <w:ind w:left="0" w:firstLine="0"/>
      <w:outlineLvl w:val="4"/>
    </w:pPr>
  </w:style>
  <w:style w:type="paragraph" w:styleId="Heading6">
    <w:name w:val="heading 6"/>
    <w:basedOn w:val="Heading5"/>
    <w:qFormat/>
    <w:pPr>
      <w:numPr>
        <w:ilvl w:val="5"/>
      </w:numPr>
      <w:tabs>
        <w:tab w:val="num" w:pos="360"/>
      </w:tabs>
      <w:outlineLvl w:val="5"/>
    </w:pPr>
  </w:style>
  <w:style w:type="paragraph" w:styleId="Heading7">
    <w:name w:val="heading 7"/>
    <w:basedOn w:val="Normal"/>
    <w:next w:val="Normal"/>
    <w:qFormat/>
    <w:pPr>
      <w:numPr>
        <w:ilvl w:val="6"/>
        <w:numId w:val="3"/>
      </w:numPr>
      <w:spacing w:before="240" w:after="60" w:line="288" w:lineRule="auto"/>
      <w:jc w:val="both"/>
      <w:outlineLvl w:val="6"/>
    </w:pPr>
    <w:rPr>
      <w:sz w:val="22"/>
    </w:rPr>
  </w:style>
  <w:style w:type="paragraph" w:styleId="Heading8">
    <w:name w:val="heading 8"/>
    <w:basedOn w:val="Normal"/>
    <w:next w:val="Normal"/>
    <w:qFormat/>
    <w:pPr>
      <w:numPr>
        <w:ilvl w:val="7"/>
        <w:numId w:val="3"/>
      </w:numPr>
      <w:spacing w:before="240" w:after="60" w:line="288" w:lineRule="auto"/>
      <w:jc w:val="both"/>
      <w:outlineLvl w:val="7"/>
    </w:pPr>
    <w:rPr>
      <w:i/>
      <w:sz w:val="22"/>
    </w:rPr>
  </w:style>
  <w:style w:type="paragraph" w:styleId="Heading9">
    <w:name w:val="heading 9"/>
    <w:basedOn w:val="Normal"/>
    <w:next w:val="Normal"/>
    <w:qFormat/>
    <w:pPr>
      <w:numPr>
        <w:ilvl w:val="8"/>
        <w:numId w:val="3"/>
      </w:numPr>
      <w:spacing w:before="240" w:after="60" w:line="288" w:lineRule="auto"/>
      <w:jc w:val="both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ierarchy2">
    <w:name w:val="Table Hierarchy 2"/>
    <w:basedOn w:val="Normal"/>
    <w:next w:val="Normal"/>
    <w:autoRedefine/>
    <w:pPr>
      <w:numPr>
        <w:ilvl w:val="1"/>
        <w:numId w:val="1"/>
      </w:numPr>
      <w:tabs>
        <w:tab w:val="left" w:pos="737"/>
      </w:tabs>
      <w:spacing w:before="20"/>
      <w:outlineLvl w:val="1"/>
    </w:pPr>
    <w:rPr>
      <w:b/>
      <w:sz w:val="24"/>
    </w:rPr>
  </w:style>
  <w:style w:type="paragraph" w:customStyle="1" w:styleId="TableHierarchy3">
    <w:name w:val="Table Hierarchy 3"/>
    <w:basedOn w:val="TableHierarchy2"/>
    <w:next w:val="Normal"/>
    <w:autoRedefine/>
    <w:pPr>
      <w:numPr>
        <w:ilvl w:val="2"/>
        <w:numId w:val="2"/>
      </w:numPr>
      <w:tabs>
        <w:tab w:val="clear" w:pos="737"/>
      </w:tabs>
      <w:outlineLvl w:val="2"/>
    </w:pPr>
    <w:rPr>
      <w:sz w:val="20"/>
    </w:rPr>
  </w:style>
  <w:style w:type="paragraph" w:customStyle="1" w:styleId="TableHierarchy1">
    <w:name w:val="Table Hierarchy 1"/>
    <w:basedOn w:val="Normal"/>
    <w:next w:val="Normal"/>
    <w:autoRedefine/>
    <w:pPr>
      <w:tabs>
        <w:tab w:val="num" w:pos="567"/>
      </w:tabs>
      <w:spacing w:before="20"/>
      <w:ind w:left="567" w:hanging="567"/>
      <w:outlineLvl w:val="0"/>
    </w:pPr>
    <w:rPr>
      <w:b/>
      <w:sz w:val="28"/>
    </w:rPr>
  </w:style>
  <w:style w:type="paragraph" w:customStyle="1" w:styleId="TableHierarchy4">
    <w:name w:val="Table Hierarchy 4"/>
    <w:basedOn w:val="TableHierarchy2"/>
    <w:autoRedefine/>
    <w:pPr>
      <w:numPr>
        <w:ilvl w:val="0"/>
        <w:numId w:val="0"/>
      </w:numPr>
      <w:tabs>
        <w:tab w:val="clear" w:pos="737"/>
        <w:tab w:val="num" w:pos="1077"/>
      </w:tabs>
      <w:ind w:left="1077" w:hanging="1077"/>
      <w:outlineLvl w:val="3"/>
    </w:pPr>
    <w:rPr>
      <w:sz w:val="18"/>
    </w:rPr>
  </w:style>
  <w:style w:type="paragraph" w:customStyle="1" w:styleId="TableHierarchy5">
    <w:name w:val="Table Hierarchy 5"/>
    <w:basedOn w:val="TableHierarchy1"/>
    <w:autoRedefine/>
    <w:pPr>
      <w:tabs>
        <w:tab w:val="clear" w:pos="567"/>
      </w:tabs>
      <w:ind w:left="1009" w:hanging="1009"/>
      <w:outlineLvl w:val="4"/>
    </w:pPr>
    <w:rPr>
      <w:sz w:val="16"/>
    </w:rPr>
  </w:style>
  <w:style w:type="paragraph" w:customStyle="1" w:styleId="TableHierarchy6">
    <w:name w:val="Table Hierarchy 6"/>
    <w:basedOn w:val="TableHierarchy2"/>
    <w:pPr>
      <w:numPr>
        <w:ilvl w:val="0"/>
        <w:numId w:val="0"/>
      </w:numPr>
      <w:tabs>
        <w:tab w:val="clear" w:pos="737"/>
        <w:tab w:val="left" w:pos="1418"/>
        <w:tab w:val="num" w:pos="1800"/>
      </w:tabs>
      <w:ind w:left="1152" w:hanging="1152"/>
      <w:outlineLvl w:val="5"/>
    </w:pPr>
    <w:rPr>
      <w:sz w:val="16"/>
    </w:rPr>
  </w:style>
  <w:style w:type="paragraph" w:customStyle="1" w:styleId="TableHierarchy7">
    <w:name w:val="Table Hierarchy 7"/>
    <w:basedOn w:val="TableHierarchy1"/>
    <w:pPr>
      <w:tabs>
        <w:tab w:val="clear" w:pos="567"/>
        <w:tab w:val="left" w:pos="1588"/>
        <w:tab w:val="num" w:pos="2160"/>
      </w:tabs>
      <w:ind w:left="1588" w:hanging="1588"/>
      <w:outlineLvl w:val="6"/>
    </w:pPr>
    <w:rPr>
      <w:sz w:val="16"/>
    </w:rPr>
  </w:style>
  <w:style w:type="paragraph" w:customStyle="1" w:styleId="Indent2">
    <w:name w:val="Indent 2"/>
    <w:basedOn w:val="Normal"/>
    <w:pPr>
      <w:tabs>
        <w:tab w:val="num" w:pos="360"/>
      </w:tabs>
      <w:spacing w:after="60" w:line="288" w:lineRule="auto"/>
      <w:ind w:left="1418" w:hanging="284"/>
      <w:jc w:val="both"/>
    </w:pPr>
    <w:rPr>
      <w:sz w:val="22"/>
    </w:rPr>
  </w:style>
  <w:style w:type="paragraph" w:customStyle="1" w:styleId="Titresignataire2">
    <w:name w:val="Titre signataire 2"/>
    <w:basedOn w:val="Heading1"/>
    <w:pPr>
      <w:spacing w:after="240"/>
      <w:jc w:val="center"/>
      <w:outlineLvl w:val="9"/>
    </w:pPr>
    <w:rPr>
      <w:smallCaps w:val="0"/>
      <w:sz w:val="28"/>
    </w:rPr>
  </w:style>
  <w:style w:type="paragraph" w:customStyle="1" w:styleId="Titresignataire3">
    <w:name w:val="Titre signataire 3"/>
    <w:basedOn w:val="Normal"/>
    <w:pPr>
      <w:tabs>
        <w:tab w:val="left" w:pos="709"/>
        <w:tab w:val="left" w:pos="851"/>
      </w:tabs>
      <w:spacing w:before="240" w:after="240" w:line="288" w:lineRule="auto"/>
    </w:pPr>
    <w:rPr>
      <w:sz w:val="22"/>
    </w:rPr>
  </w:style>
  <w:style w:type="paragraph" w:customStyle="1" w:styleId="Author">
    <w:name w:val="Author"/>
    <w:basedOn w:val="Normal"/>
    <w:pPr>
      <w:spacing w:before="120" w:after="120" w:line="288" w:lineRule="auto"/>
      <w:jc w:val="center"/>
    </w:pPr>
    <w:rPr>
      <w:noProof/>
      <w:sz w:val="22"/>
    </w:rPr>
  </w:style>
  <w:style w:type="paragraph" w:customStyle="1" w:styleId="Tabellenkrper">
    <w:name w:val="Tabellenkörper"/>
    <w:basedOn w:val="Normal"/>
    <w:pPr>
      <w:keepNext/>
      <w:keepLines/>
      <w:spacing w:before="120" w:after="60" w:line="240" w:lineRule="atLeast"/>
    </w:pPr>
    <w:rPr>
      <w:lang w:val="de-DE"/>
    </w:rPr>
  </w:style>
  <w:style w:type="paragraph" w:customStyle="1" w:styleId="Aufzhlung">
    <w:name w:val="Aufzählung"/>
    <w:basedOn w:val="Normal"/>
    <w:next w:val="Normal"/>
    <w:pPr>
      <w:spacing w:line="240" w:lineRule="atLeast"/>
      <w:ind w:left="284" w:hanging="284"/>
    </w:pPr>
    <w:rPr>
      <w:sz w:val="22"/>
      <w:lang w:val="de-DE"/>
    </w:rPr>
  </w:style>
  <w:style w:type="paragraph" w:customStyle="1" w:styleId="Bildunterschrift">
    <w:name w:val="Bildunterschrift"/>
    <w:basedOn w:val="Normal"/>
    <w:next w:val="Normal"/>
    <w:pPr>
      <w:numPr>
        <w:numId w:val="5"/>
      </w:numPr>
      <w:tabs>
        <w:tab w:val="num" w:pos="2126"/>
      </w:tabs>
      <w:spacing w:before="120" w:after="120" w:line="240" w:lineRule="atLeast"/>
      <w:ind w:left="0" w:firstLine="0"/>
    </w:pPr>
    <w:rPr>
      <w:b/>
      <w:sz w:val="22"/>
      <w:lang w:val="de-DE"/>
    </w:rPr>
  </w:style>
  <w:style w:type="paragraph" w:styleId="Index1">
    <w:name w:val="index 1"/>
    <w:basedOn w:val="Normal"/>
    <w:next w:val="Normal"/>
    <w:autoRedefine/>
    <w:semiHidden/>
    <w:pPr>
      <w:keepLines/>
      <w:spacing w:before="120" w:line="240" w:lineRule="atLeast"/>
      <w:ind w:left="1276" w:hanging="1276"/>
    </w:pPr>
    <w:rPr>
      <w:b/>
    </w:rPr>
  </w:style>
  <w:style w:type="character" w:styleId="Hyperlink">
    <w:name w:val="Hyperlink"/>
    <w:semiHidden/>
    <w:rPr>
      <w:color w:val="0000FF"/>
      <w:u w:val="single"/>
    </w:rPr>
  </w:style>
  <w:style w:type="paragraph" w:styleId="Header">
    <w:name w:val="header"/>
    <w:basedOn w:val="Normal"/>
    <w:link w:val="HeaderChar"/>
    <w:pPr>
      <w:tabs>
        <w:tab w:val="center" w:pos="4820"/>
        <w:tab w:val="right" w:pos="9639"/>
      </w:tabs>
      <w:spacing w:after="60" w:line="288" w:lineRule="auto"/>
      <w:jc w:val="center"/>
    </w:pPr>
    <w:rPr>
      <w:b/>
      <w:sz w:val="22"/>
    </w:rPr>
  </w:style>
  <w:style w:type="paragraph" w:styleId="Footer">
    <w:name w:val="footer"/>
    <w:basedOn w:val="Normal"/>
    <w:semiHidden/>
    <w:pPr>
      <w:spacing w:after="60" w:line="288" w:lineRule="auto"/>
    </w:pPr>
    <w:rPr>
      <w:sz w:val="16"/>
    </w:rPr>
  </w:style>
  <w:style w:type="paragraph" w:customStyle="1" w:styleId="Table">
    <w:name w:val="Table"/>
    <w:basedOn w:val="Footer"/>
    <w:pPr>
      <w:spacing w:before="20" w:after="20" w:line="240" w:lineRule="auto"/>
    </w:pPr>
  </w:style>
  <w:style w:type="character" w:styleId="PageNumber">
    <w:name w:val="page number"/>
    <w:basedOn w:val="DefaultParagraphFont"/>
    <w:semiHidden/>
  </w:style>
  <w:style w:type="character" w:styleId="FollowedHyperlink">
    <w:name w:val="FollowedHyperlink"/>
    <w:semiHidden/>
    <w:rPr>
      <w:color w:val="800080"/>
      <w:u w:val="single"/>
    </w:rPr>
  </w:style>
  <w:style w:type="paragraph" w:styleId="TOC5">
    <w:name w:val="toc 5"/>
    <w:basedOn w:val="TOC4"/>
    <w:next w:val="Normal"/>
    <w:autoRedefine/>
    <w:semiHidden/>
    <w:pPr>
      <w:spacing w:before="120"/>
      <w:ind w:left="880"/>
      <w:jc w:val="both"/>
    </w:pPr>
  </w:style>
  <w:style w:type="paragraph" w:customStyle="1" w:styleId="Prrafo">
    <w:name w:val="Párrafo"/>
    <w:basedOn w:val="Normal"/>
    <w:pPr>
      <w:spacing w:before="120" w:after="120"/>
      <w:jc w:val="both"/>
    </w:pPr>
    <w:rPr>
      <w:sz w:val="22"/>
    </w:r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BodyText">
    <w:name w:val="Body Text"/>
    <w:basedOn w:val="Normal"/>
    <w:semiHidden/>
    <w:pPr>
      <w:spacing w:before="60" w:after="60"/>
      <w:jc w:val="both"/>
    </w:pPr>
    <w:rPr>
      <w:sz w:val="22"/>
      <w:lang w:val="fr-FR"/>
    </w:rPr>
  </w:style>
  <w:style w:type="paragraph" w:styleId="Index5">
    <w:name w:val="index 5"/>
    <w:basedOn w:val="Normal"/>
    <w:next w:val="Normal"/>
    <w:semiHidden/>
    <w:pPr>
      <w:spacing w:after="60" w:line="288" w:lineRule="atLeast"/>
      <w:ind w:left="1100" w:hanging="220"/>
      <w:jc w:val="both"/>
    </w:pPr>
    <w:rPr>
      <w:sz w:val="22"/>
    </w:rPr>
  </w:style>
  <w:style w:type="paragraph" w:customStyle="1" w:styleId="Indent1">
    <w:name w:val="Indent 1"/>
    <w:basedOn w:val="Normal"/>
    <w:pPr>
      <w:spacing w:before="60" w:after="60" w:line="288" w:lineRule="atLeast"/>
      <w:ind w:left="1417" w:hanging="283"/>
      <w:jc w:val="both"/>
    </w:pPr>
    <w:rPr>
      <w:sz w:val="22"/>
    </w:rPr>
  </w:style>
  <w:style w:type="paragraph" w:customStyle="1" w:styleId="Retraitniv3Flche">
    <w:name w:val="Retrait niv 3 Flèche"/>
    <w:basedOn w:val="Normal"/>
    <w:pPr>
      <w:keepLines/>
      <w:numPr>
        <w:numId w:val="7"/>
      </w:numPr>
      <w:tabs>
        <w:tab w:val="clear" w:pos="2061"/>
      </w:tabs>
      <w:ind w:left="1985" w:hanging="284"/>
      <w:jc w:val="both"/>
    </w:pPr>
    <w:rPr>
      <w:sz w:val="24"/>
      <w:lang w:val="fr-FR"/>
    </w:rPr>
  </w:style>
  <w:style w:type="paragraph" w:styleId="BodyTextIndent">
    <w:name w:val="Body Text Indent"/>
    <w:basedOn w:val="Normal"/>
    <w:semiHidden/>
    <w:pPr>
      <w:ind w:left="360"/>
    </w:pPr>
    <w:rPr>
      <w:color w:val="000000"/>
    </w:rPr>
  </w:style>
  <w:style w:type="paragraph" w:styleId="CommentText">
    <w:name w:val="annotation text"/>
    <w:basedOn w:val="Normal"/>
    <w:semiHidden/>
    <w:pPr>
      <w:spacing w:before="240" w:line="240" w:lineRule="atLeast"/>
      <w:ind w:left="2126"/>
    </w:pPr>
    <w:rPr>
      <w:sz w:val="22"/>
      <w:lang w:val="de-DE"/>
    </w:rPr>
  </w:style>
  <w:style w:type="paragraph" w:styleId="NormalIndent">
    <w:name w:val="Normal Indent"/>
    <w:basedOn w:val="Normal"/>
    <w:next w:val="Heading4"/>
    <w:pPr>
      <w:spacing w:before="60" w:after="60" w:line="288" w:lineRule="atLeast"/>
      <w:ind w:left="1134"/>
      <w:jc w:val="both"/>
    </w:pPr>
    <w:rPr>
      <w:sz w:val="22"/>
    </w:rPr>
  </w:style>
  <w:style w:type="paragraph" w:customStyle="1" w:styleId="Reference">
    <w:name w:val="Reference"/>
    <w:basedOn w:val="Normal"/>
    <w:pPr>
      <w:spacing w:line="288" w:lineRule="auto"/>
      <w:jc w:val="both"/>
    </w:pPr>
    <w:rPr>
      <w:sz w:val="22"/>
    </w:rPr>
  </w:style>
  <w:style w:type="paragraph" w:customStyle="1" w:styleId="Version">
    <w:name w:val="Version"/>
    <w:basedOn w:val="Normal"/>
    <w:pPr>
      <w:spacing w:line="288" w:lineRule="auto"/>
      <w:jc w:val="both"/>
    </w:pPr>
    <w:rPr>
      <w:sz w:val="22"/>
    </w:rPr>
  </w:style>
  <w:style w:type="paragraph" w:customStyle="1" w:styleId="Tabellenunterschrift">
    <w:name w:val="Tabellenunterschrift"/>
    <w:basedOn w:val="Normal"/>
    <w:next w:val="Normal"/>
    <w:pPr>
      <w:numPr>
        <w:numId w:val="6"/>
      </w:numPr>
      <w:spacing w:before="120" w:after="120" w:line="240" w:lineRule="atLeast"/>
    </w:pPr>
    <w:rPr>
      <w:b/>
      <w:sz w:val="22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5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E45B7"/>
    <w:rPr>
      <w:rFonts w:ascii="Tahoma" w:hAnsi="Tahoma" w:cs="Tahoma"/>
      <w:sz w:val="16"/>
      <w:szCs w:val="16"/>
      <w:lang w:val="en-GB" w:eastAsia="es-ES"/>
    </w:rPr>
  </w:style>
  <w:style w:type="character" w:customStyle="1" w:styleId="HeaderChar">
    <w:name w:val="Header Char"/>
    <w:link w:val="Header"/>
    <w:rsid w:val="00D06B20"/>
    <w:rPr>
      <w:rFonts w:ascii="Arial" w:hAnsi="Arial"/>
      <w:b/>
      <w:sz w:val="22"/>
      <w:lang w:val="en-GB" w:eastAsia="es-ES"/>
    </w:rPr>
  </w:style>
  <w:style w:type="paragraph" w:customStyle="1" w:styleId="Tableau">
    <w:name w:val="Tableau"/>
    <w:basedOn w:val="Normal"/>
    <w:rsid w:val="00DA6E9A"/>
    <w:pPr>
      <w:suppressAutoHyphens/>
      <w:spacing w:before="90" w:after="54"/>
      <w:jc w:val="center"/>
    </w:pPr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6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20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noit\Desktop\TSWDocTemplat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RA_Document" ma:contentTypeID="0x010100ED194B9F7C15044CBD43C025EAD2ECAB00AA10A542B952AD46810353675CA2EA61" ma:contentTypeVersion="6580" ma:contentTypeDescription="" ma:contentTypeScope="" ma:versionID="834640d6e2fee8a87988ec69ac925817">
  <xsd:schema xmlns:xsd="http://www.w3.org/2001/XMLSchema" xmlns:xs="http://www.w3.org/2001/XMLSchema" xmlns:p="http://schemas.microsoft.com/office/2006/metadata/properties" xmlns:ns2="49592fe1-76b3-425e-9982-488f19897f48" xmlns:ns3="aa0ca95b-b90a-4dfa-b0a7-bf1f6b31c8bb" targetNamespace="http://schemas.microsoft.com/office/2006/metadata/properties" ma:root="true" ma:fieldsID="b39dddd9387b1087fb7809638739aa05" ns2:_="" ns3:_="">
    <xsd:import namespace="49592fe1-76b3-425e-9982-488f19897f48"/>
    <xsd:import namespace="aa0ca95b-b90a-4dfa-b0a7-bf1f6b31c8bb"/>
    <xsd:element name="properties">
      <xsd:complexType>
        <xsd:sequence>
          <xsd:element name="documentManagement">
            <xsd:complexType>
              <xsd:all>
                <xsd:element ref="ns2:Project_x0020_Code" minOccurs="0"/>
                <xsd:element ref="ns2:TaxCatchAllLabel" minOccurs="0"/>
                <xsd:element ref="ns2:TaxCatchAll" minOccurs="0"/>
                <xsd:element ref="ns2:gf147c1d654543abacff4a31dfc45623" minOccurs="0"/>
                <xsd:element ref="ns2:g337828d867743cab065af36c4e1a31c" minOccurs="0"/>
                <xsd:element ref="ns2:h70713ed90ce4adeabe454f2aabfa4ef" minOccurs="0"/>
                <xsd:element ref="ns2:_dlc_DocId" minOccurs="0"/>
                <xsd:element ref="ns2:_dlc_DocIdUrl" minOccurs="0"/>
                <xsd:element ref="ns2:_dlc_DocIdPersistId" minOccurs="0"/>
                <xsd:element ref="ns2:j1c07e1985934b168f23e0fe12ddce77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592fe1-76b3-425e-9982-488f19897f48" elementFormDefault="qualified">
    <xsd:import namespace="http://schemas.microsoft.com/office/2006/documentManagement/types"/>
    <xsd:import namespace="http://schemas.microsoft.com/office/infopath/2007/PartnerControls"/>
    <xsd:element name="Project_x0020_Code" ma:index="4" nillable="true" ma:displayName="Project Code" ma:description="Only if the project code exists" ma:internalName="Project_x0020_Code" ma:readOnly="false">
      <xsd:simpleType>
        <xsd:restriction base="dms:Text">
          <xsd:maxLength value="255"/>
        </xsd:restriction>
      </xsd:simpleType>
    </xsd:element>
    <xsd:element name="TaxCatchAllLabel" ma:index="8" nillable="true" ma:displayName="Taxonomy Catch All Column1" ma:hidden="true" ma:list="{b01793ad-2834-40fa-b0c9-eff4d6ac1d0e}" ma:internalName="TaxCatchAllLabel" ma:readOnly="true" ma:showField="CatchAllDataLabel" ma:web="66828567-4db1-439c-a255-3a9f5e1bf3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9" nillable="true" ma:displayName="Taxonomy Catch All Column" ma:hidden="true" ma:list="{b01793ad-2834-40fa-b0c9-eff4d6ac1d0e}" ma:internalName="TaxCatchAll" ma:readOnly="false" ma:showField="CatchAllData" ma:web="66828567-4db1-439c-a255-3a9f5e1bf3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f147c1d654543abacff4a31dfc45623" ma:index="10" ma:taxonomy="true" ma:internalName="gf147c1d654543abacff4a31dfc45623" ma:taxonomyFieldName="Origin_x002d_Author" ma:displayName="Origin-Author" ma:indexed="true" ma:readOnly="false" ma:default="-1;#ERA|8287c6ea-6f12-4bfd-9fc9-6825fce534f5" ma:fieldId="{0f147c1d-6545-43ab-acff-4a31dfc45623}" ma:sspId="ec698c8c-469b-4390-ad13-30cd69364034" ma:termSetId="3bd325ee-ad60-4d4f-86e3-57acc143124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337828d867743cab065af36c4e1a31c" ma:index="11" ma:taxonomy="true" ma:internalName="g337828d867743cab065af36c4e1a31c" ma:taxonomyFieldName="Process" ma:displayName="Process" ma:indexed="true" ma:readOnly="false" ma:fieldId="{0337828d-8677-43ca-b065-af36c4e1a31c}" ma:sspId="ec698c8c-469b-4390-ad13-30cd69364034" ma:termSetId="41c32b1e-eebd-43d7-92b4-2a0b44ea66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70713ed90ce4adeabe454f2aabfa4ef" ma:index="12" ma:taxonomy="true" ma:internalName="h70713ed90ce4adeabe454f2aabfa4ef" ma:taxonomyFieldName="Document_x0020_type" ma:displayName="Document type" ma:readOnly="false" ma:fieldId="{170713ed-90ce-4ade-abe4-54f2aabfa4ef}" ma:sspId="ec698c8c-469b-4390-ad13-30cd69364034" ma:termSetId="07ece8fb-22f7-4a45-9bd0-d78559e8cdd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7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18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9" nillable="true" ma:displayName="Persist ID" ma:description="Keep ID on add." ma:hidden="true" ma:internalName="_dlc_DocIdPersistId" ma:readOnly="false">
      <xsd:simpleType>
        <xsd:restriction base="dms:Boolean"/>
      </xsd:simpleType>
    </xsd:element>
    <xsd:element name="j1c07e1985934b168f23e0fe12ddce77" ma:index="20" nillable="true" ma:taxonomy="true" ma:internalName="j1c07e1985934b168f23e0fe12ddce77" ma:taxonomyFieldName="ERTMS_x002d_TS_x002d_Topic" ma:displayName="ERTMS-TS-Topic" ma:indexed="true" ma:readOnly="false" ma:fieldId="{31c07e19-8593-4b16-8f23-e0fe12ddce77}" ma:sspId="ec698c8c-469b-4390-ad13-30cd69364034" ma:termSetId="59fa801a-8a81-47be-80c1-3f79027e8a25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0ca95b-b90a-4dfa-b0a7-bf1f6b31c8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/>
</file>

<file path=customXml/item4.xml><?xml version="1.0" encoding="utf-8"?>
<?mso-contentType ?>
<SharedContentType xmlns="Microsoft.SharePoint.Taxonomy.ContentTypeSync" SourceId="ec698c8c-469b-4390-ad13-30cd69364034" ContentTypeId="0x010100ED194B9F7C15044CBD43C025EAD2ECAB" PreviousValue="false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9592fe1-76b3-425e-9982-488f19897f48">EXTID-1165120938-7611</_dlc_DocId>
    <gf147c1d654543abacff4a31dfc45623 xmlns="49592fe1-76b3-425e-9982-488f19897f48">
      <Terms xmlns="http://schemas.microsoft.com/office/infopath/2007/PartnerControls">
        <TermInfo xmlns="http://schemas.microsoft.com/office/infopath/2007/PartnerControls">
          <TermName xmlns="http://schemas.microsoft.com/office/infopath/2007/PartnerControls">Other</TermName>
          <TermId xmlns="http://schemas.microsoft.com/office/infopath/2007/PartnerControls">29331187-82e9-4b20-911b-135f44f02b64</TermId>
        </TermInfo>
      </Terms>
    </gf147c1d654543abacff4a31dfc45623>
    <j1c07e1985934b168f23e0fe12ddce77 xmlns="49592fe1-76b3-425e-9982-488f19897f48">
      <Terms xmlns="http://schemas.microsoft.com/office/infopath/2007/PartnerControls">
        <TermInfo xmlns="http://schemas.microsoft.com/office/infopath/2007/PartnerControls">
          <TermName xmlns="http://schemas.microsoft.com/office/infopath/2007/PartnerControls">ERA_ERTMS_040092</TermName>
          <TermId xmlns="http://schemas.microsoft.com/office/infopath/2007/PartnerControls">39933145-5812-49f0-9418-2b51168ff6ff</TermId>
        </TermInfo>
      </Terms>
    </j1c07e1985934b168f23e0fe12ddce77>
    <Project_x0020_Code xmlns="49592fe1-76b3-425e-9982-488f19897f48" xsi:nil="true"/>
    <_dlc_DocIdPersistId xmlns="49592fe1-76b3-425e-9982-488f19897f48" xsi:nil="true"/>
    <_dlc_DocIdUrl xmlns="49592fe1-76b3-425e-9982-488f19897f48">
      <Url>https://eraeuropaeu.sharepoint.com/sites/ERTMS-TS/_layouts/15/DocIdRedir.aspx?ID=EXTID-1165120938-7611</Url>
      <Description>EXTID-1165120938-7611</Description>
    </_dlc_DocIdUrl>
    <g337828d867743cab065af36c4e1a31c xmlns="49592fe1-76b3-425e-9982-488f19897f48">
      <Terms xmlns="http://schemas.microsoft.com/office/infopath/2007/PartnerControls">
        <TermInfo xmlns="http://schemas.microsoft.com/office/infopath/2007/PartnerControls">
          <TermName xmlns="http://schemas.microsoft.com/office/infopath/2007/PartnerControls">Not Applicable</TermName>
          <TermId xmlns="http://schemas.microsoft.com/office/infopath/2007/PartnerControls">82b6b5ea-7a5a-4365-bc33-974854071a59</TermId>
        </TermInfo>
      </Terms>
    </g337828d867743cab065af36c4e1a31c>
    <h70713ed90ce4adeabe454f2aabfa4ef xmlns="49592fe1-76b3-425e-9982-488f19897f48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Technical Document</TermName>
          <TermId xmlns="http://schemas.microsoft.com/office/infopath/2007/PartnerControls">9faa2977-25ea-4ed6-974b-53a8139bec3f</TermId>
        </TermInfo>
      </Terms>
    </h70713ed90ce4adeabe454f2aabfa4ef>
    <TaxCatchAll xmlns="49592fe1-76b3-425e-9982-488f19897f48">
      <Value>41</Value>
      <Value>9</Value>
      <Value>30</Value>
      <Value>7</Value>
    </TaxCatchAll>
  </documentManagement>
</p:properties>
</file>

<file path=customXml/itemProps1.xml><?xml version="1.0" encoding="utf-8"?>
<ds:datastoreItem xmlns:ds="http://schemas.openxmlformats.org/officeDocument/2006/customXml" ds:itemID="{FF3513E0-3321-472A-9B37-40894FB52F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8A37D6-2BE1-4268-94AA-1CE68C7210A3}"/>
</file>

<file path=customXml/itemProps3.xml><?xml version="1.0" encoding="utf-8"?>
<ds:datastoreItem xmlns:ds="http://schemas.openxmlformats.org/officeDocument/2006/customXml" ds:itemID="{6E03BBB6-6280-493A-B62F-8AD78E0BEA7C}"/>
</file>

<file path=customXml/itemProps4.xml><?xml version="1.0" encoding="utf-8"?>
<ds:datastoreItem xmlns:ds="http://schemas.openxmlformats.org/officeDocument/2006/customXml" ds:itemID="{621A1102-C891-4CD7-BA1E-3456BBBC24BF}"/>
</file>

<file path=customXml/itemProps5.xml><?xml version="1.0" encoding="utf-8"?>
<ds:datastoreItem xmlns:ds="http://schemas.openxmlformats.org/officeDocument/2006/customXml" ds:itemID="{D6F0D131-45FD-486C-94A2-58D6780666F0}"/>
</file>

<file path=customXml/itemProps6.xml><?xml version="1.0" encoding="utf-8"?>
<ds:datastoreItem xmlns:ds="http://schemas.openxmlformats.org/officeDocument/2006/customXml" ds:itemID="{12ACA278-247D-48EE-8582-F3888E8F8625}"/>
</file>

<file path=docProps/app.xml><?xml version="1.0" encoding="utf-8"?>
<Properties xmlns="http://schemas.openxmlformats.org/officeDocument/2006/extended-properties" xmlns:vt="http://schemas.openxmlformats.org/officeDocument/2006/docPropsVTypes">
  <Template>TSWDocTemplate.dot</Template>
  <TotalTime>1</TotalTime>
  <Pages>3</Pages>
  <Words>180</Words>
  <Characters>1030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ALSTOM Test Trip</vt:lpstr>
    </vt:vector>
  </TitlesOfParts>
  <Company>Multitel asbl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SeD-Multitel</dc:creator>
  <cp:lastModifiedBy>Anthony Dochez</cp:lastModifiedBy>
  <cp:revision>14</cp:revision>
  <cp:lastPrinted>2002-07-30T11:57:00Z</cp:lastPrinted>
  <dcterms:created xsi:type="dcterms:W3CDTF">2021-03-10T14:55:00Z</dcterms:created>
  <dcterms:modified xsi:type="dcterms:W3CDTF">2024-12-17T17:13:00Z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TMS_x002d_TS_x002d_Topic">
    <vt:lpwstr>41;#ERA_ERTMS_040092|39933145-5812-49f0-9418-2b51168ff6ff</vt:lpwstr>
  </property>
  <property fmtid="{D5CDD505-2E9C-101B-9397-08002B2CF9AE}" pid="3" name="ContentTypeId">
    <vt:lpwstr>0x010100ED194B9F7C15044CBD43C025EAD2ECAB00AA10A542B952AD46810353675CA2EA61</vt:lpwstr>
  </property>
  <property fmtid="{D5CDD505-2E9C-101B-9397-08002B2CF9AE}" pid="4" name="Origin_x002d_Author">
    <vt:lpwstr>9;#Other|29331187-82e9-4b20-911b-135f44f02b64</vt:lpwstr>
  </property>
  <property fmtid="{D5CDD505-2E9C-101B-9397-08002B2CF9AE}" pid="5" name="_dlc_DocIdItemGuid">
    <vt:lpwstr>ed9e3d4f-5be5-4d71-a555-a5b412a5a60d</vt:lpwstr>
  </property>
  <property fmtid="{D5CDD505-2E9C-101B-9397-08002B2CF9AE}" pid="6" name="Document type">
    <vt:lpwstr>7;#Technical Document|9faa2977-25ea-4ed6-974b-53a8139bec3f</vt:lpwstr>
  </property>
  <property fmtid="{D5CDD505-2E9C-101B-9397-08002B2CF9AE}" pid="7" name="Process">
    <vt:lpwstr>30;#Not Applicable|82b6b5ea-7a5a-4365-bc33-974854071a59</vt:lpwstr>
  </property>
  <property fmtid="{D5CDD505-2E9C-101B-9397-08002B2CF9AE}" pid="8" name="Document_x0020_type">
    <vt:lpwstr>7;#Technical Document|9faa2977-25ea-4ed6-974b-53a8139bec3f</vt:lpwstr>
  </property>
  <property fmtid="{D5CDD505-2E9C-101B-9397-08002B2CF9AE}" pid="9" name="ERTMS-TS-Topic">
    <vt:lpwstr>41;#ERA_ERTMS_040092|39933145-5812-49f0-9418-2b51168ff6ff</vt:lpwstr>
  </property>
  <property fmtid="{D5CDD505-2E9C-101B-9397-08002B2CF9AE}" pid="10" name="Origin-Author">
    <vt:lpwstr>9;#Other|29331187-82e9-4b20-911b-135f44f02b64</vt:lpwstr>
  </property>
</Properties>
</file>